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6" w:type="dxa"/>
        <w:tblBorders>
          <w:top w:val="single" w:sz="4" w:space="0" w:color="000000"/>
          <w:bottom w:val="single" w:sz="4" w:space="0" w:color="000000"/>
          <w:insideH w:val="single" w:sz="4" w:space="0" w:color="000000"/>
        </w:tblBorders>
        <w:tblLayout w:type="fixed"/>
        <w:tblCellMar>
          <w:left w:w="0" w:type="dxa"/>
          <w:right w:w="0" w:type="dxa"/>
        </w:tblCellMar>
        <w:tblLook w:val="04A0" w:firstRow="1" w:lastRow="0" w:firstColumn="1" w:lastColumn="0" w:noHBand="0" w:noVBand="1"/>
      </w:tblPr>
      <w:tblGrid>
        <w:gridCol w:w="3486"/>
        <w:gridCol w:w="3415"/>
        <w:gridCol w:w="3305"/>
      </w:tblGrid>
      <w:tr w:rsidR="00D35CC3" w:rsidRPr="004C122B" w:rsidTr="00942505">
        <w:tc>
          <w:tcPr>
            <w:tcW w:w="3486" w:type="dxa"/>
            <w:tcBorders>
              <w:bottom w:val="single" w:sz="4" w:space="0" w:color="000000"/>
            </w:tcBorders>
            <w:shd w:val="clear" w:color="auto" w:fill="auto"/>
            <w:tcMar>
              <w:top w:w="85" w:type="dxa"/>
              <w:bottom w:w="85" w:type="dxa"/>
            </w:tcMar>
          </w:tcPr>
          <w:p w:rsidR="00D35CC3" w:rsidRDefault="007126C8" w:rsidP="00624106">
            <w:pPr>
              <w:pStyle w:val="CUSTOMBoldColumnHeading"/>
            </w:pPr>
            <w:r>
              <w:rPr>
                <w:noProof/>
                <w:lang w:eastAsia="en-GB"/>
              </w:rPr>
              <mc:AlternateContent>
                <mc:Choice Requires="wps">
                  <w:drawing>
                    <wp:anchor distT="45720" distB="45720" distL="114300" distR="114300" simplePos="0" relativeHeight="251658240" behindDoc="0" locked="1" layoutInCell="1" allowOverlap="1" wp14:anchorId="7AD9BDF9" wp14:editId="0E59F7A4">
                      <wp:simplePos x="0" y="0"/>
                      <wp:positionH relativeFrom="page">
                        <wp:posOffset>5502910</wp:posOffset>
                      </wp:positionH>
                      <wp:positionV relativeFrom="page">
                        <wp:posOffset>4342765</wp:posOffset>
                      </wp:positionV>
                      <wp:extent cx="1090930" cy="102235"/>
                      <wp:effectExtent l="0" t="0" r="0" b="3175"/>
                      <wp:wrapNone/>
                      <wp:docPr id="28"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0930" cy="10223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8D233C" w:rsidRPr="00F835DA" w:rsidRDefault="008D233C" w:rsidP="00977A1C">
                                  <w:pPr>
                                    <w:pStyle w:val="CUSTOMNormal"/>
                                    <w:tabs>
                                      <w:tab w:val="left" w:pos="392"/>
                                    </w:tabs>
                                    <w:rPr>
                                      <w:color w:val="000000"/>
                                      <w:sz w:val="14"/>
                                      <w:szCs w:val="14"/>
                                    </w:rPr>
                                  </w:pP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2" o:spid="_x0000_s1026" type="#_x0000_t202" style="position:absolute;margin-left:433.3pt;margin-top:341.95pt;width:85.9pt;height:8.05pt;z-index:25165824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" filled="f" stroked="f" strokeweight=".5pt">
                      <v:textbox style="mso-fit-shape-to-text:t" inset="0,0,0,0">
                        <w:txbxContent>
                          <w:p w:rsidR="008D233C" w:rsidRPr="00F835DA" w:rsidRDefault="008D233C" w:rsidP="00977A1C">
                            <w:pPr>
                              <w:pStyle w:val="CUSTOMNormal"/>
                              <w:tabs>
                                <w:tab w:val="left" w:pos="392"/>
                              </w:tabs>
                              <w:rPr>
                                <w:color w:val="000000"/>
                                <w:sz w:val="14"/>
                                <w:szCs w:val="14"/>
                              </w:rPr>
                            </w:pPr>
                          </w:p>
                        </w:txbxContent>
                      </v:textbox>
                      <w10:wrap anchorx="page" anchory="page"/>
                      <w10:anchorlock/>
                    </v:shape>
                  </w:pict>
                </mc:Fallback>
              </mc:AlternateContent>
            </w:r>
            <w:r>
              <w:rPr>
                <w:noProof/>
                <w:lang w:eastAsia="en-GB"/>
              </w:rPr>
              <mc:AlternateContent>
                <mc:Choice Requires="wps">
                  <w:drawing>
                    <wp:anchor distT="45720" distB="45720" distL="114300" distR="114300" simplePos="0" relativeHeight="251657216" behindDoc="0" locked="1" layoutInCell="1" allowOverlap="1" wp14:anchorId="2C7DFD8F" wp14:editId="78752C84">
                      <wp:simplePos x="0" y="0"/>
                      <wp:positionH relativeFrom="page">
                        <wp:posOffset>6985</wp:posOffset>
                      </wp:positionH>
                      <wp:positionV relativeFrom="page">
                        <wp:posOffset>4342765</wp:posOffset>
                      </wp:positionV>
                      <wp:extent cx="1090930" cy="102235"/>
                      <wp:effectExtent l="0" t="0" r="0" b="1270"/>
                      <wp:wrapNone/>
                      <wp:docPr id="27"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0930" cy="10223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8D233C" w:rsidRPr="00F835DA" w:rsidRDefault="008D233C" w:rsidP="00977A1C">
                                  <w:pPr>
                                    <w:pStyle w:val="CUSTOMNormal"/>
                                    <w:tabs>
                                      <w:tab w:val="left" w:pos="392"/>
                                    </w:tabs>
                                    <w:rPr>
                                      <w:color w:val="000000"/>
                                      <w:sz w:val="14"/>
                                      <w:szCs w:val="14"/>
                                    </w:rPr>
                                  </w:pP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31" o:spid="_x0000_s1027" type="#_x0000_t202" style="position:absolute;margin-left:.55pt;margin-top:341.95pt;width:85.9pt;height:8.05pt;z-index:25165721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" filled="f" stroked="f" strokeweight=".5pt">
                      <v:textbox style="mso-fit-shape-to-text:t" inset="0,0,0,0">
                        <w:txbxContent>
                          <w:p w:rsidR="008D233C" w:rsidRPr="00F835DA" w:rsidRDefault="008D233C" w:rsidP="00977A1C">
                            <w:pPr>
                              <w:pStyle w:val="CUSTOMNormal"/>
                              <w:tabs>
                                <w:tab w:val="left" w:pos="392"/>
                              </w:tabs>
                              <w:rPr>
                                <w:color w:val="000000"/>
                                <w:sz w:val="14"/>
                                <w:szCs w:val="14"/>
                              </w:rPr>
                            </w:pPr>
                          </w:p>
                        </w:txbxContent>
                      </v:textbox>
                      <w10:wrap anchorx="page" anchory="page"/>
                      <w10:anchorlock/>
                    </v:shape>
                  </w:pict>
                </mc:Fallback>
              </mc:AlternateContent>
            </w:r>
            <w:r w:rsidR="00D35CC3">
              <w:t>Vascular lab report</w:t>
            </w:r>
          </w:p>
        </w:tc>
        <w:tc>
          <w:tcPr>
            <w:tcW w:w="6720" w:type="dxa"/>
            <w:gridSpan w:val="2"/>
            <w:tcBorders>
              <w:bottom w:val="single" w:sz="4" w:space="0" w:color="000000"/>
            </w:tcBorders>
            <w:shd w:val="clear" w:color="auto" w:fill="auto"/>
            <w:tcMar>
              <w:top w:w="85" w:type="dxa"/>
              <w:bottom w:w="85" w:type="dxa"/>
            </w:tcMar>
          </w:tcPr>
          <w:p w:rsidR="00D35CC3" w:rsidRPr="00BA0849" w:rsidRDefault="00D35CC3" w:rsidP="003A609C">
            <w:pPr>
              <w:pStyle w:val="CUSTOMBoldColumnHeading"/>
              <w:rPr>
                <w:b w:val="0"/>
              </w:rPr>
            </w:pPr>
            <w:r>
              <w:t xml:space="preserve">Assessed by: </w:t>
            </w:r>
            <w:proofErr w:type="spellStart"/>
            <w:r w:rsidR="00BA0849">
              <w:rPr>
                <w:b w:val="0"/>
              </w:rPr>
              <w:t>Apurba</w:t>
            </w:r>
            <w:proofErr w:type="spellEnd"/>
            <w:r w:rsidR="00BA0849">
              <w:rPr>
                <w:b w:val="0"/>
              </w:rPr>
              <w:t xml:space="preserve"> </w:t>
            </w:r>
            <w:proofErr w:type="spellStart"/>
            <w:r w:rsidR="00BA0849">
              <w:rPr>
                <w:b w:val="0"/>
              </w:rPr>
              <w:t>Dahal</w:t>
            </w:r>
            <w:proofErr w:type="spellEnd"/>
            <w:r w:rsidR="00BA0849">
              <w:rPr>
                <w:b w:val="0"/>
              </w:rPr>
              <w:t xml:space="preserve"> (Trainee) and Daniel Sims (CVS)</w:t>
            </w:r>
          </w:p>
        </w:tc>
      </w:tr>
      <w:tr w:rsidR="004C122B" w:rsidRPr="004C122B" w:rsidTr="009D4370">
        <w:tc>
          <w:tcPr>
            <w:tcW w:w="3486" w:type="dxa"/>
            <w:tcBorders>
              <w:top w:val="single" w:sz="4" w:space="0" w:color="000000"/>
              <w:bottom w:val="single" w:sz="4" w:space="0" w:color="000000"/>
            </w:tcBorders>
            <w:shd w:val="clear" w:color="auto" w:fill="auto"/>
            <w:tcMar>
              <w:top w:w="85" w:type="dxa"/>
              <w:bottom w:w="85" w:type="dxa"/>
            </w:tcMar>
          </w:tcPr>
          <w:p w:rsidR="00813362" w:rsidRDefault="00813362" w:rsidP="003A609C">
            <w:pPr>
              <w:pStyle w:val="CUSTOMHeaderText"/>
            </w:pPr>
            <w:r>
              <w:t>Name:</w:t>
            </w:r>
            <w:r w:rsidR="00596D0F">
              <w:t xml:space="preserve"> </w:t>
            </w:r>
            <w:r w:rsidR="00BA0849">
              <w:t>Brooks, Leonard</w:t>
            </w:r>
          </w:p>
        </w:tc>
        <w:tc>
          <w:tcPr>
            <w:tcW w:w="3415" w:type="dxa"/>
            <w:tcBorders>
              <w:top w:val="single" w:sz="4" w:space="0" w:color="000000"/>
              <w:bottom w:val="single" w:sz="4" w:space="0" w:color="000000"/>
            </w:tcBorders>
            <w:shd w:val="clear" w:color="auto" w:fill="auto"/>
            <w:tcMar>
              <w:top w:w="85" w:type="dxa"/>
              <w:bottom w:w="85" w:type="dxa"/>
            </w:tcMar>
          </w:tcPr>
          <w:p w:rsidR="00813362" w:rsidRDefault="00813362" w:rsidP="003A609C">
            <w:pPr>
              <w:pStyle w:val="CUSTOMHeaderText"/>
            </w:pPr>
            <w:r>
              <w:t>Hospital No:</w:t>
            </w:r>
            <w:r w:rsidR="00596D0F">
              <w:t xml:space="preserve"> </w:t>
            </w:r>
            <w:r w:rsidR="00BA0849">
              <w:t>400870666</w:t>
            </w:r>
          </w:p>
        </w:tc>
        <w:tc>
          <w:tcPr>
            <w:tcW w:w="3305" w:type="dxa"/>
            <w:tcBorders>
              <w:top w:val="single" w:sz="4" w:space="0" w:color="000000"/>
              <w:bottom w:val="single" w:sz="4" w:space="0" w:color="000000"/>
            </w:tcBorders>
            <w:shd w:val="clear" w:color="auto" w:fill="auto"/>
            <w:tcMar>
              <w:top w:w="85" w:type="dxa"/>
              <w:bottom w:w="85" w:type="dxa"/>
            </w:tcMar>
          </w:tcPr>
          <w:p w:rsidR="00813362" w:rsidRDefault="00813362" w:rsidP="003A609C">
            <w:pPr>
              <w:pStyle w:val="CUSTOMHeaderText"/>
            </w:pPr>
            <w:r>
              <w:t>Date of Exams:</w:t>
            </w:r>
            <w:r w:rsidR="00596D0F">
              <w:t xml:space="preserve"> </w:t>
            </w:r>
            <w:r w:rsidR="00BA0849">
              <w:t>23/09/2019</w:t>
            </w:r>
          </w:p>
        </w:tc>
      </w:tr>
      <w:tr w:rsidR="004C122B" w:rsidTr="009D4370">
        <w:tc>
          <w:tcPr>
            <w:tcW w:w="3486" w:type="dxa"/>
            <w:tcBorders>
              <w:top w:val="single" w:sz="4" w:space="0" w:color="000000"/>
              <w:bottom w:val="single" w:sz="4" w:space="0" w:color="000000"/>
            </w:tcBorders>
            <w:shd w:val="clear" w:color="auto" w:fill="auto"/>
            <w:tcMar>
              <w:top w:w="85" w:type="dxa"/>
              <w:bottom w:w="85" w:type="dxa"/>
            </w:tcMar>
          </w:tcPr>
          <w:p w:rsidR="00813362" w:rsidRDefault="00813362" w:rsidP="003A609C">
            <w:pPr>
              <w:pStyle w:val="CUSTOMHeaderText"/>
            </w:pPr>
            <w:r>
              <w:t>DOB:</w:t>
            </w:r>
            <w:r w:rsidR="00596D0F">
              <w:t xml:space="preserve"> </w:t>
            </w:r>
            <w:r w:rsidR="00BA0849">
              <w:t>14/04/1943</w:t>
            </w:r>
          </w:p>
        </w:tc>
        <w:tc>
          <w:tcPr>
            <w:tcW w:w="3415" w:type="dxa"/>
            <w:tcBorders>
              <w:top w:val="single" w:sz="4" w:space="0" w:color="000000"/>
              <w:bottom w:val="single" w:sz="4" w:space="0" w:color="000000"/>
            </w:tcBorders>
            <w:shd w:val="clear" w:color="auto" w:fill="auto"/>
            <w:tcMar>
              <w:top w:w="85" w:type="dxa"/>
              <w:bottom w:w="85" w:type="dxa"/>
            </w:tcMar>
          </w:tcPr>
          <w:p w:rsidR="00813362" w:rsidRDefault="00813362" w:rsidP="003A609C">
            <w:pPr>
              <w:pStyle w:val="CUSTOMHeaderText"/>
            </w:pPr>
            <w:r>
              <w:t>NHS No:</w:t>
            </w:r>
            <w:r w:rsidR="00596D0F">
              <w:t xml:space="preserve"> </w:t>
            </w:r>
            <w:r w:rsidR="00BA0849">
              <w:t>412 124 5474</w:t>
            </w:r>
          </w:p>
        </w:tc>
        <w:tc>
          <w:tcPr>
            <w:tcW w:w="3305" w:type="dxa"/>
            <w:tcBorders>
              <w:top w:val="single" w:sz="4" w:space="0" w:color="000000"/>
              <w:bottom w:val="single" w:sz="4" w:space="0" w:color="000000"/>
            </w:tcBorders>
            <w:shd w:val="clear" w:color="auto" w:fill="auto"/>
            <w:tcMar>
              <w:top w:w="85" w:type="dxa"/>
              <w:bottom w:w="85" w:type="dxa"/>
            </w:tcMar>
          </w:tcPr>
          <w:p w:rsidR="00813362" w:rsidRDefault="00813362" w:rsidP="00862CBF">
            <w:pPr>
              <w:pStyle w:val="CUSTOMHeaderText"/>
            </w:pPr>
            <w:proofErr w:type="spellStart"/>
            <w:r>
              <w:t>Ip</w:t>
            </w:r>
            <w:proofErr w:type="spellEnd"/>
            <w:r>
              <w:t>/Op</w:t>
            </w:r>
            <w:r w:rsidR="00596D0F">
              <w:t xml:space="preserve">: </w:t>
            </w:r>
            <w:r w:rsidR="00862CBF">
              <w:t>OP</w:t>
            </w:r>
          </w:p>
        </w:tc>
      </w:tr>
      <w:tr w:rsidR="003E416A" w:rsidTr="00862CBF">
        <w:tc>
          <w:tcPr>
            <w:tcW w:w="3486" w:type="dxa"/>
            <w:tcBorders>
              <w:top w:val="single" w:sz="4" w:space="0" w:color="000000"/>
              <w:bottom w:val="single" w:sz="4" w:space="0" w:color="000000"/>
            </w:tcBorders>
            <w:shd w:val="clear" w:color="auto" w:fill="auto"/>
            <w:tcMar>
              <w:top w:w="85" w:type="dxa"/>
              <w:bottom w:w="85" w:type="dxa"/>
            </w:tcMar>
          </w:tcPr>
          <w:p w:rsidR="003E416A" w:rsidRDefault="003E416A" w:rsidP="00862CBF">
            <w:pPr>
              <w:pStyle w:val="CUSTOMHeaderText"/>
            </w:pPr>
            <w:r>
              <w:t xml:space="preserve">Referrer: </w:t>
            </w:r>
            <w:r w:rsidR="00862CBF">
              <w:t xml:space="preserve">Mr </w:t>
            </w:r>
            <w:proofErr w:type="spellStart"/>
            <w:r w:rsidR="00862CBF">
              <w:t>ElGaddal</w:t>
            </w:r>
            <w:proofErr w:type="spellEnd"/>
          </w:p>
        </w:tc>
        <w:tc>
          <w:tcPr>
            <w:tcW w:w="6720" w:type="dxa"/>
            <w:gridSpan w:val="2"/>
            <w:tcBorders>
              <w:top w:val="single" w:sz="4" w:space="0" w:color="000000"/>
              <w:bottom w:val="single" w:sz="4" w:space="0" w:color="000000"/>
            </w:tcBorders>
            <w:shd w:val="clear" w:color="auto" w:fill="auto"/>
            <w:tcMar>
              <w:top w:w="85" w:type="dxa"/>
              <w:bottom w:w="85" w:type="dxa"/>
            </w:tcMar>
          </w:tcPr>
          <w:p w:rsidR="003E416A" w:rsidRDefault="003E416A" w:rsidP="003A609C">
            <w:pPr>
              <w:pStyle w:val="CUSTOMHeaderText"/>
            </w:pPr>
            <w:r>
              <w:t xml:space="preserve">Hospital Site: </w:t>
            </w:r>
            <w:r w:rsidR="00BA0849">
              <w:t>QE</w:t>
            </w:r>
          </w:p>
        </w:tc>
      </w:tr>
      <w:tr w:rsidR="003E416A" w:rsidTr="00862CBF">
        <w:tc>
          <w:tcPr>
            <w:tcW w:w="10206" w:type="dxa"/>
            <w:gridSpan w:val="3"/>
            <w:tcBorders>
              <w:top w:val="single" w:sz="4" w:space="0" w:color="000000"/>
              <w:bottom w:val="single" w:sz="4" w:space="0" w:color="000000"/>
            </w:tcBorders>
            <w:shd w:val="clear" w:color="auto" w:fill="auto"/>
            <w:tcMar>
              <w:top w:w="85" w:type="dxa"/>
              <w:bottom w:w="85" w:type="dxa"/>
            </w:tcMar>
          </w:tcPr>
          <w:p w:rsidR="003E416A" w:rsidRDefault="003E416A" w:rsidP="003A609C">
            <w:pPr>
              <w:pStyle w:val="CUSTOMHeaderText"/>
            </w:pPr>
            <w:r>
              <w:t xml:space="preserve">Clinical Indications: </w:t>
            </w:r>
            <w:r w:rsidR="00BA0849">
              <w:t xml:space="preserve">Bilateral leg swelling; pain to the soles of the feet, </w:t>
            </w:r>
            <w:proofErr w:type="spellStart"/>
            <w:r w:rsidR="00BA0849">
              <w:t>lipodermatosclerosis</w:t>
            </w:r>
            <w:proofErr w:type="spellEnd"/>
          </w:p>
        </w:tc>
      </w:tr>
      <w:tr w:rsidR="00813362" w:rsidRPr="008C4F7F" w:rsidTr="00942505">
        <w:tc>
          <w:tcPr>
            <w:tcW w:w="10206" w:type="dxa"/>
            <w:gridSpan w:val="3"/>
            <w:tcBorders>
              <w:top w:val="single" w:sz="4" w:space="0" w:color="000000"/>
              <w:bottom w:val="single" w:sz="4" w:space="0" w:color="000000"/>
            </w:tcBorders>
            <w:shd w:val="clear" w:color="auto" w:fill="auto"/>
            <w:tcMar>
              <w:top w:w="85" w:type="dxa"/>
              <w:bottom w:w="85" w:type="dxa"/>
            </w:tcMar>
          </w:tcPr>
          <w:p w:rsidR="00813362" w:rsidRDefault="00A078E6" w:rsidP="001F797D">
            <w:pPr>
              <w:pStyle w:val="CUSTOMBoldColumnHeading"/>
            </w:pPr>
            <w:r>
              <w:t xml:space="preserve">Lower Limb </w:t>
            </w:r>
            <w:r w:rsidR="00123164">
              <w:t xml:space="preserve">– </w:t>
            </w:r>
            <w:r w:rsidR="001F797D">
              <w:t xml:space="preserve">BILATERAL </w:t>
            </w:r>
            <w:r w:rsidR="00123164">
              <w:t>Venous I</w:t>
            </w:r>
            <w:r>
              <w:t>nsufficiency scan</w:t>
            </w:r>
            <w:r w:rsidR="001F797D">
              <w:t xml:space="preserve"> </w:t>
            </w:r>
          </w:p>
        </w:tc>
      </w:tr>
      <w:tr w:rsidR="00813362" w:rsidRPr="004C122B" w:rsidTr="00C44E9D">
        <w:trPr>
          <w:trHeight w:hRule="exact" w:val="9923"/>
        </w:trPr>
        <w:tc>
          <w:tcPr>
            <w:tcW w:w="10206" w:type="dxa"/>
            <w:gridSpan w:val="3"/>
            <w:tcBorders>
              <w:top w:val="single" w:sz="4" w:space="0" w:color="000000"/>
              <w:bottom w:val="single" w:sz="4" w:space="0" w:color="000000"/>
            </w:tcBorders>
            <w:shd w:val="clear" w:color="auto" w:fill="auto"/>
            <w:tcMar>
              <w:top w:w="57" w:type="dxa"/>
              <w:bottom w:w="85" w:type="dxa"/>
            </w:tcMar>
          </w:tcPr>
          <w:p w:rsidR="00813362" w:rsidRPr="008C4F7F" w:rsidRDefault="00BA0849" w:rsidP="00DC01AB">
            <w:pPr>
              <w:pStyle w:val="CUSTOMNormal"/>
            </w:pPr>
            <w:bookmarkStart w:id="0" w:name="_GoBack"/>
            <w:bookmarkEnd w:id="0"/>
            <w:r>
              <w:rPr>
                <w:noProof/>
                <w:lang w:eastAsia="en-GB"/>
              </w:rPr>
              <mc:AlternateContent>
                <mc:Choice Requires="wps">
                  <w:drawing>
                    <wp:anchor distT="0" distB="0" distL="114300" distR="114300" simplePos="0" relativeHeight="251666432" behindDoc="0" locked="0" layoutInCell="1" allowOverlap="1" wp14:anchorId="0C818F0F" wp14:editId="6159F223">
                      <wp:simplePos x="0" y="0"/>
                      <wp:positionH relativeFrom="column">
                        <wp:posOffset>-42241</wp:posOffset>
                      </wp:positionH>
                      <wp:positionV relativeFrom="page">
                        <wp:posOffset>1283809</wp:posOffset>
                      </wp:positionV>
                      <wp:extent cx="689212" cy="3432412"/>
                      <wp:effectExtent l="0" t="0" r="15875" b="15875"/>
                      <wp:wrapNone/>
                      <wp:docPr id="12" name="Text Box 12"/>
                      <wp:cNvGraphicFramePr/>
                      <a:graphic xmlns:a="http://schemas.openxmlformats.org/drawingml/2006/main">
                        <a:graphicData uri="http://schemas.microsoft.com/office/word/2010/wordprocessingShape">
                          <wps:wsp>
                            <wps:cNvSpPr txBox="1"/>
                            <wps:spPr>
                              <a:xfrm>
                                <a:off x="0" y="0"/>
                                <a:ext cx="689212" cy="343241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D233C" w:rsidRPr="007533CC" w:rsidRDefault="008D233C" w:rsidP="007533CC">
                                  <w:pPr>
                                    <w:pStyle w:val="CUSTOMColumnText"/>
                                    <w:rPr>
                                      <w:rFonts w:asciiTheme="minorHAnsi" w:hAnsiTheme="minorHAnsi"/>
                                      <w:b/>
                                      <w:i/>
                                      <w:sz w:val="16"/>
                                    </w:rPr>
                                  </w:pPr>
                                </w:p>
                                <w:p w:rsidR="008D233C" w:rsidRPr="007533CC" w:rsidRDefault="008D233C" w:rsidP="007533CC">
                                  <w:pPr>
                                    <w:pStyle w:val="CUSTOMColumnText"/>
                                    <w:rPr>
                                      <w:rFonts w:asciiTheme="minorHAnsi" w:hAnsiTheme="minorHAnsi"/>
                                      <w:b/>
                                      <w:i/>
                                      <w:sz w:val="16"/>
                                    </w:rPr>
                                  </w:pPr>
                                  <w:r w:rsidRPr="007533CC">
                                    <w:rPr>
                                      <w:rFonts w:asciiTheme="minorHAnsi" w:hAnsiTheme="minorHAnsi"/>
                                      <w:b/>
                                      <w:i/>
                                      <w:sz w:val="16"/>
                                    </w:rPr>
                                    <w:t xml:space="preserve">Right GSV diameter: </w:t>
                                  </w:r>
                                </w:p>
                                <w:p w:rsidR="008D233C" w:rsidRPr="007533CC" w:rsidRDefault="008D233C" w:rsidP="007533CC">
                                  <w:pPr>
                                    <w:pStyle w:val="CUSTOMColumnText"/>
                                    <w:rPr>
                                      <w:rFonts w:asciiTheme="minorHAnsi" w:hAnsiTheme="minorHAnsi"/>
                                      <w:b/>
                                      <w:i/>
                                      <w:sz w:val="16"/>
                                    </w:rPr>
                                  </w:pPr>
                                </w:p>
                                <w:p w:rsidR="008D233C" w:rsidRPr="007533CC" w:rsidRDefault="008D233C" w:rsidP="007533CC">
                                  <w:pPr>
                                    <w:pStyle w:val="CUSTOMColumnText"/>
                                    <w:rPr>
                                      <w:rFonts w:asciiTheme="minorHAnsi" w:hAnsiTheme="minorHAnsi"/>
                                      <w:sz w:val="16"/>
                                    </w:rPr>
                                  </w:pPr>
                                  <w:r w:rsidRPr="007533CC">
                                    <w:rPr>
                                      <w:rFonts w:asciiTheme="minorHAnsi" w:hAnsiTheme="minorHAnsi"/>
                                      <w:sz w:val="16"/>
                                    </w:rPr>
                                    <w:t>Prox-thigh= 5.5mm</w:t>
                                  </w:r>
                                </w:p>
                                <w:p w:rsidR="008D233C" w:rsidRPr="007533CC" w:rsidRDefault="008D233C" w:rsidP="007533CC">
                                  <w:pPr>
                                    <w:pStyle w:val="CUSTOMColumnText"/>
                                    <w:rPr>
                                      <w:rFonts w:asciiTheme="minorHAnsi" w:hAnsiTheme="minorHAnsi"/>
                                      <w:sz w:val="16"/>
                                    </w:rPr>
                                  </w:pPr>
                                </w:p>
                                <w:p w:rsidR="008D233C" w:rsidRPr="007533CC" w:rsidRDefault="008D233C" w:rsidP="007533CC">
                                  <w:pPr>
                                    <w:pStyle w:val="CUSTOMColumnText"/>
                                    <w:rPr>
                                      <w:rFonts w:asciiTheme="minorHAnsi" w:hAnsiTheme="minorHAnsi"/>
                                      <w:sz w:val="16"/>
                                    </w:rPr>
                                  </w:pPr>
                                </w:p>
                                <w:p w:rsidR="008D233C" w:rsidRPr="007533CC" w:rsidRDefault="008D233C" w:rsidP="007533CC">
                                  <w:pPr>
                                    <w:pStyle w:val="CUSTOMColumnText"/>
                                    <w:rPr>
                                      <w:rFonts w:asciiTheme="minorHAnsi" w:hAnsiTheme="minorHAnsi"/>
                                      <w:sz w:val="16"/>
                                    </w:rPr>
                                  </w:pPr>
                                  <w:r w:rsidRPr="007533CC">
                                    <w:rPr>
                                      <w:rFonts w:asciiTheme="minorHAnsi" w:hAnsiTheme="minorHAnsi"/>
                                      <w:sz w:val="16"/>
                                    </w:rPr>
                                    <w:t>Mid-thigh= 5.5m</w:t>
                                  </w:r>
                                </w:p>
                                <w:p w:rsidR="008D233C" w:rsidRPr="007533CC" w:rsidRDefault="008D233C" w:rsidP="007533CC">
                                  <w:pPr>
                                    <w:pStyle w:val="CUSTOMColumnText"/>
                                    <w:rPr>
                                      <w:rFonts w:asciiTheme="minorHAnsi" w:hAnsiTheme="minorHAnsi"/>
                                      <w:sz w:val="16"/>
                                    </w:rPr>
                                  </w:pPr>
                                </w:p>
                                <w:p w:rsidR="008D233C" w:rsidRPr="007533CC" w:rsidRDefault="008D233C" w:rsidP="007533CC">
                                  <w:pPr>
                                    <w:pStyle w:val="CUSTOMColumnText"/>
                                    <w:rPr>
                                      <w:rFonts w:asciiTheme="minorHAnsi" w:hAnsiTheme="minorHAnsi"/>
                                      <w:sz w:val="16"/>
                                    </w:rPr>
                                  </w:pPr>
                                </w:p>
                                <w:p w:rsidR="008D233C" w:rsidRDefault="008D233C" w:rsidP="007533CC">
                                  <w:pPr>
                                    <w:pStyle w:val="CUSTOMColumnText"/>
                                    <w:rPr>
                                      <w:rFonts w:asciiTheme="minorHAnsi" w:hAnsiTheme="minorHAnsi"/>
                                      <w:sz w:val="16"/>
                                    </w:rPr>
                                  </w:pPr>
                                  <w:proofErr w:type="spellStart"/>
                                  <w:r w:rsidRPr="007533CC">
                                    <w:rPr>
                                      <w:rFonts w:asciiTheme="minorHAnsi" w:hAnsiTheme="minorHAnsi"/>
                                      <w:sz w:val="16"/>
                                    </w:rPr>
                                    <w:t>Dist</w:t>
                                  </w:r>
                                  <w:proofErr w:type="spellEnd"/>
                                  <w:r w:rsidRPr="007533CC">
                                    <w:rPr>
                                      <w:rFonts w:asciiTheme="minorHAnsi" w:hAnsiTheme="minorHAnsi"/>
                                      <w:sz w:val="16"/>
                                    </w:rPr>
                                    <w:t>-thigh= 5.6mm</w:t>
                                  </w:r>
                                </w:p>
                                <w:p w:rsidR="008D233C" w:rsidRDefault="008D233C" w:rsidP="007533CC">
                                  <w:pPr>
                                    <w:pStyle w:val="CUSTOMColumnText"/>
                                    <w:rPr>
                                      <w:rFonts w:asciiTheme="minorHAnsi" w:hAnsiTheme="minorHAnsi"/>
                                      <w:sz w:val="16"/>
                                    </w:rPr>
                                  </w:pPr>
                                </w:p>
                                <w:p w:rsidR="008D233C" w:rsidRPr="007533CC" w:rsidRDefault="008D233C" w:rsidP="007533CC">
                                  <w:pPr>
                                    <w:pStyle w:val="CUSTOMColumnText"/>
                                    <w:rPr>
                                      <w:rFonts w:asciiTheme="minorHAnsi" w:hAnsiTheme="minorHAnsi"/>
                                      <w:sz w:val="16"/>
                                    </w:rPr>
                                  </w:pPr>
                                  <w:r>
                                    <w:rPr>
                                      <w:rFonts w:asciiTheme="minorHAnsi" w:hAnsiTheme="minorHAnsi"/>
                                      <w:sz w:val="16"/>
                                    </w:rPr>
                                    <w:t>Knee = 6.5mm</w:t>
                                  </w:r>
                                </w:p>
                                <w:p w:rsidR="008D233C" w:rsidRDefault="008D233C" w:rsidP="007533CC">
                                  <w:pPr>
                                    <w:pStyle w:val="CUSTOMColumnText"/>
                                    <w:rPr>
                                      <w:rFonts w:asciiTheme="minorHAnsi" w:hAnsiTheme="minorHAnsi"/>
                                      <w:sz w:val="16"/>
                                    </w:rPr>
                                  </w:pPr>
                                </w:p>
                                <w:p w:rsidR="008D233C" w:rsidRPr="007533CC" w:rsidRDefault="008D233C" w:rsidP="007533CC">
                                  <w:pPr>
                                    <w:pStyle w:val="CUSTOMColumnText"/>
                                    <w:rPr>
                                      <w:rFonts w:asciiTheme="minorHAnsi" w:hAnsiTheme="minorHAnsi"/>
                                      <w:sz w:val="16"/>
                                    </w:rPr>
                                  </w:pPr>
                                  <w:r w:rsidRPr="007533CC">
                                    <w:rPr>
                                      <w:rFonts w:asciiTheme="minorHAnsi" w:hAnsiTheme="minorHAnsi"/>
                                      <w:sz w:val="16"/>
                                    </w:rPr>
                                    <w:t>Prox-calf= 5.8mm</w:t>
                                  </w:r>
                                </w:p>
                                <w:p w:rsidR="008D233C" w:rsidRPr="007533CC" w:rsidRDefault="008D233C" w:rsidP="007533CC">
                                  <w:pPr>
                                    <w:pStyle w:val="CUSTOMColumnText"/>
                                    <w:rPr>
                                      <w:rFonts w:asciiTheme="minorHAnsi" w:hAnsiTheme="minorHAnsi"/>
                                      <w:sz w:val="16"/>
                                    </w:rPr>
                                  </w:pPr>
                                </w:p>
                                <w:p w:rsidR="008D233C" w:rsidRPr="007533CC" w:rsidRDefault="008D233C" w:rsidP="007533CC">
                                  <w:pPr>
                                    <w:pStyle w:val="CUSTOMColumnText"/>
                                    <w:rPr>
                                      <w:rFonts w:asciiTheme="minorHAnsi" w:hAnsiTheme="minorHAnsi"/>
                                      <w:sz w:val="16"/>
                                    </w:rPr>
                                  </w:pPr>
                                </w:p>
                                <w:p w:rsidR="008D233C" w:rsidRDefault="008D233C" w:rsidP="007533CC">
                                  <w:pPr>
                                    <w:pStyle w:val="CUSTOMColumnText"/>
                                    <w:rPr>
                                      <w:rFonts w:asciiTheme="minorHAnsi" w:hAnsiTheme="minorHAnsi"/>
                                      <w:sz w:val="16"/>
                                    </w:rPr>
                                  </w:pPr>
                                </w:p>
                                <w:p w:rsidR="008D233C" w:rsidRPr="007533CC" w:rsidRDefault="008D233C" w:rsidP="007533CC">
                                  <w:pPr>
                                    <w:pStyle w:val="CUSTOMColumnText"/>
                                    <w:rPr>
                                      <w:rFonts w:asciiTheme="minorHAnsi" w:hAnsiTheme="minorHAnsi"/>
                                      <w:sz w:val="16"/>
                                    </w:rPr>
                                  </w:pPr>
                                  <w:r w:rsidRPr="007533CC">
                                    <w:rPr>
                                      <w:rFonts w:asciiTheme="minorHAnsi" w:hAnsiTheme="minorHAnsi"/>
                                      <w:sz w:val="16"/>
                                    </w:rPr>
                                    <w:t>Mid-calf = 3.7mm</w:t>
                                  </w:r>
                                </w:p>
                                <w:p w:rsidR="008D233C" w:rsidRPr="007533CC" w:rsidRDefault="008D233C">
                                  <w:pPr>
                                    <w:rPr>
                                      <w:rFonts w:asciiTheme="minorHAnsi" w:hAnsiTheme="min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28" type="#_x0000_t202" style="position:absolute;margin-left:-3.35pt;margin-top:101.1pt;width:54.25pt;height:270.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" fillcolor="white [3201]" strokeweight=".5pt">
                      <v:textbox>
                        <w:txbxContent>
                          <w:p w:rsidR="008D233C" w:rsidRPr="007533CC" w:rsidRDefault="008D233C" w:rsidP="007533CC">
                            <w:pPr>
                              <w:pStyle w:val="CUSTOMColumnText"/>
                              <w:rPr>
                                <w:rFonts w:asciiTheme="minorHAnsi" w:hAnsiTheme="minorHAnsi"/>
                                <w:b/>
                                <w:i/>
                                <w:sz w:val="16"/>
                              </w:rPr>
                            </w:pPr>
                          </w:p>
                          <w:p w:rsidR="008D233C" w:rsidRPr="007533CC" w:rsidRDefault="008D233C" w:rsidP="007533CC">
                            <w:pPr>
                              <w:pStyle w:val="CUSTOMColumnText"/>
                              <w:rPr>
                                <w:rFonts w:asciiTheme="minorHAnsi" w:hAnsiTheme="minorHAnsi"/>
                                <w:b/>
                                <w:i/>
                                <w:sz w:val="16"/>
                              </w:rPr>
                            </w:pPr>
                            <w:r w:rsidRPr="007533CC">
                              <w:rPr>
                                <w:rFonts w:asciiTheme="minorHAnsi" w:hAnsiTheme="minorHAnsi"/>
                                <w:b/>
                                <w:i/>
                                <w:sz w:val="16"/>
                              </w:rPr>
                              <w:t xml:space="preserve">Right GSV diameter: </w:t>
                            </w:r>
                          </w:p>
                          <w:p w:rsidR="008D233C" w:rsidRPr="007533CC" w:rsidRDefault="008D233C" w:rsidP="007533CC">
                            <w:pPr>
                              <w:pStyle w:val="CUSTOMColumnText"/>
                              <w:rPr>
                                <w:rFonts w:asciiTheme="minorHAnsi" w:hAnsiTheme="minorHAnsi"/>
                                <w:b/>
                                <w:i/>
                                <w:sz w:val="16"/>
                              </w:rPr>
                            </w:pPr>
                          </w:p>
                          <w:p w:rsidR="008D233C" w:rsidRPr="007533CC" w:rsidRDefault="008D233C" w:rsidP="007533CC">
                            <w:pPr>
                              <w:pStyle w:val="CUSTOMColumnText"/>
                              <w:rPr>
                                <w:rFonts w:asciiTheme="minorHAnsi" w:hAnsiTheme="minorHAnsi"/>
                                <w:sz w:val="16"/>
                              </w:rPr>
                            </w:pPr>
                            <w:r w:rsidRPr="007533CC">
                              <w:rPr>
                                <w:rFonts w:asciiTheme="minorHAnsi" w:hAnsiTheme="minorHAnsi"/>
                                <w:sz w:val="16"/>
                              </w:rPr>
                              <w:t>Prox-thigh= 5.5mm</w:t>
                            </w:r>
                          </w:p>
                          <w:p w:rsidR="008D233C" w:rsidRPr="007533CC" w:rsidRDefault="008D233C" w:rsidP="007533CC">
                            <w:pPr>
                              <w:pStyle w:val="CUSTOMColumnText"/>
                              <w:rPr>
                                <w:rFonts w:asciiTheme="minorHAnsi" w:hAnsiTheme="minorHAnsi"/>
                                <w:sz w:val="16"/>
                              </w:rPr>
                            </w:pPr>
                          </w:p>
                          <w:p w:rsidR="008D233C" w:rsidRPr="007533CC" w:rsidRDefault="008D233C" w:rsidP="007533CC">
                            <w:pPr>
                              <w:pStyle w:val="CUSTOMColumnText"/>
                              <w:rPr>
                                <w:rFonts w:asciiTheme="minorHAnsi" w:hAnsiTheme="minorHAnsi"/>
                                <w:sz w:val="16"/>
                              </w:rPr>
                            </w:pPr>
                          </w:p>
                          <w:p w:rsidR="008D233C" w:rsidRPr="007533CC" w:rsidRDefault="008D233C" w:rsidP="007533CC">
                            <w:pPr>
                              <w:pStyle w:val="CUSTOMColumnText"/>
                              <w:rPr>
                                <w:rFonts w:asciiTheme="minorHAnsi" w:hAnsiTheme="minorHAnsi"/>
                                <w:sz w:val="16"/>
                              </w:rPr>
                            </w:pPr>
                            <w:r w:rsidRPr="007533CC">
                              <w:rPr>
                                <w:rFonts w:asciiTheme="minorHAnsi" w:hAnsiTheme="minorHAnsi"/>
                                <w:sz w:val="16"/>
                              </w:rPr>
                              <w:t>Mid-thigh= 5.5m</w:t>
                            </w:r>
                          </w:p>
                          <w:p w:rsidR="008D233C" w:rsidRPr="007533CC" w:rsidRDefault="008D233C" w:rsidP="007533CC">
                            <w:pPr>
                              <w:pStyle w:val="CUSTOMColumnText"/>
                              <w:rPr>
                                <w:rFonts w:asciiTheme="minorHAnsi" w:hAnsiTheme="minorHAnsi"/>
                                <w:sz w:val="16"/>
                              </w:rPr>
                            </w:pPr>
                          </w:p>
                          <w:p w:rsidR="008D233C" w:rsidRPr="007533CC" w:rsidRDefault="008D233C" w:rsidP="007533CC">
                            <w:pPr>
                              <w:pStyle w:val="CUSTOMColumnText"/>
                              <w:rPr>
                                <w:rFonts w:asciiTheme="minorHAnsi" w:hAnsiTheme="minorHAnsi"/>
                                <w:sz w:val="16"/>
                              </w:rPr>
                            </w:pPr>
                          </w:p>
                          <w:p w:rsidR="008D233C" w:rsidRDefault="008D233C" w:rsidP="007533CC">
                            <w:pPr>
                              <w:pStyle w:val="CUSTOMColumnText"/>
                              <w:rPr>
                                <w:rFonts w:asciiTheme="minorHAnsi" w:hAnsiTheme="minorHAnsi"/>
                                <w:sz w:val="16"/>
                              </w:rPr>
                            </w:pPr>
                            <w:proofErr w:type="spellStart"/>
                            <w:r w:rsidRPr="007533CC">
                              <w:rPr>
                                <w:rFonts w:asciiTheme="minorHAnsi" w:hAnsiTheme="minorHAnsi"/>
                                <w:sz w:val="16"/>
                              </w:rPr>
                              <w:t>Dist</w:t>
                            </w:r>
                            <w:proofErr w:type="spellEnd"/>
                            <w:r w:rsidRPr="007533CC">
                              <w:rPr>
                                <w:rFonts w:asciiTheme="minorHAnsi" w:hAnsiTheme="minorHAnsi"/>
                                <w:sz w:val="16"/>
                              </w:rPr>
                              <w:t>-thigh= 5.6mm</w:t>
                            </w:r>
                          </w:p>
                          <w:p w:rsidR="008D233C" w:rsidRDefault="008D233C" w:rsidP="007533CC">
                            <w:pPr>
                              <w:pStyle w:val="CUSTOMColumnText"/>
                              <w:rPr>
                                <w:rFonts w:asciiTheme="minorHAnsi" w:hAnsiTheme="minorHAnsi"/>
                                <w:sz w:val="16"/>
                              </w:rPr>
                            </w:pPr>
                          </w:p>
                          <w:p w:rsidR="008D233C" w:rsidRPr="007533CC" w:rsidRDefault="008D233C" w:rsidP="007533CC">
                            <w:pPr>
                              <w:pStyle w:val="CUSTOMColumnText"/>
                              <w:rPr>
                                <w:rFonts w:asciiTheme="minorHAnsi" w:hAnsiTheme="minorHAnsi"/>
                                <w:sz w:val="16"/>
                              </w:rPr>
                            </w:pPr>
                            <w:r>
                              <w:rPr>
                                <w:rFonts w:asciiTheme="minorHAnsi" w:hAnsiTheme="minorHAnsi"/>
                                <w:sz w:val="16"/>
                              </w:rPr>
                              <w:t>Knee = 6.5mm</w:t>
                            </w:r>
                          </w:p>
                          <w:p w:rsidR="008D233C" w:rsidRDefault="008D233C" w:rsidP="007533CC">
                            <w:pPr>
                              <w:pStyle w:val="CUSTOMColumnText"/>
                              <w:rPr>
                                <w:rFonts w:asciiTheme="minorHAnsi" w:hAnsiTheme="minorHAnsi"/>
                                <w:sz w:val="16"/>
                              </w:rPr>
                            </w:pPr>
                          </w:p>
                          <w:p w:rsidR="008D233C" w:rsidRPr="007533CC" w:rsidRDefault="008D233C" w:rsidP="007533CC">
                            <w:pPr>
                              <w:pStyle w:val="CUSTOMColumnText"/>
                              <w:rPr>
                                <w:rFonts w:asciiTheme="minorHAnsi" w:hAnsiTheme="minorHAnsi"/>
                                <w:sz w:val="16"/>
                              </w:rPr>
                            </w:pPr>
                            <w:r w:rsidRPr="007533CC">
                              <w:rPr>
                                <w:rFonts w:asciiTheme="minorHAnsi" w:hAnsiTheme="minorHAnsi"/>
                                <w:sz w:val="16"/>
                              </w:rPr>
                              <w:t>Prox-calf= 5.8mm</w:t>
                            </w:r>
                          </w:p>
                          <w:p w:rsidR="008D233C" w:rsidRPr="007533CC" w:rsidRDefault="008D233C" w:rsidP="007533CC">
                            <w:pPr>
                              <w:pStyle w:val="CUSTOMColumnText"/>
                              <w:rPr>
                                <w:rFonts w:asciiTheme="minorHAnsi" w:hAnsiTheme="minorHAnsi"/>
                                <w:sz w:val="16"/>
                              </w:rPr>
                            </w:pPr>
                          </w:p>
                          <w:p w:rsidR="008D233C" w:rsidRPr="007533CC" w:rsidRDefault="008D233C" w:rsidP="007533CC">
                            <w:pPr>
                              <w:pStyle w:val="CUSTOMColumnText"/>
                              <w:rPr>
                                <w:rFonts w:asciiTheme="minorHAnsi" w:hAnsiTheme="minorHAnsi"/>
                                <w:sz w:val="16"/>
                              </w:rPr>
                            </w:pPr>
                          </w:p>
                          <w:p w:rsidR="008D233C" w:rsidRDefault="008D233C" w:rsidP="007533CC">
                            <w:pPr>
                              <w:pStyle w:val="CUSTOMColumnText"/>
                              <w:rPr>
                                <w:rFonts w:asciiTheme="minorHAnsi" w:hAnsiTheme="minorHAnsi"/>
                                <w:sz w:val="16"/>
                              </w:rPr>
                            </w:pPr>
                          </w:p>
                          <w:p w:rsidR="008D233C" w:rsidRPr="007533CC" w:rsidRDefault="008D233C" w:rsidP="007533CC">
                            <w:pPr>
                              <w:pStyle w:val="CUSTOMColumnText"/>
                              <w:rPr>
                                <w:rFonts w:asciiTheme="minorHAnsi" w:hAnsiTheme="minorHAnsi"/>
                                <w:sz w:val="16"/>
                              </w:rPr>
                            </w:pPr>
                            <w:r w:rsidRPr="007533CC">
                              <w:rPr>
                                <w:rFonts w:asciiTheme="minorHAnsi" w:hAnsiTheme="minorHAnsi"/>
                                <w:sz w:val="16"/>
                              </w:rPr>
                              <w:t>Mid-calf = 3.7mm</w:t>
                            </w:r>
                          </w:p>
                          <w:p w:rsidR="008D233C" w:rsidRPr="007533CC" w:rsidRDefault="008D233C">
                            <w:pPr>
                              <w:rPr>
                                <w:rFonts w:asciiTheme="minorHAnsi" w:hAnsiTheme="minorHAnsi"/>
                              </w:rPr>
                            </w:pPr>
                          </w:p>
                        </w:txbxContent>
                      </v:textbox>
                      <w10:wrap anchory="page"/>
                    </v:shape>
                  </w:pict>
                </mc:Fallback>
              </mc:AlternateContent>
            </w:r>
            <w:r w:rsidR="007533CC">
              <w:rPr>
                <w:noProof/>
                <w:lang w:eastAsia="en-GB"/>
              </w:rPr>
              <mc:AlternateContent>
                <mc:Choice Requires="wps">
                  <w:drawing>
                    <wp:anchor distT="0" distB="0" distL="114300" distR="114300" simplePos="0" relativeHeight="251668480" behindDoc="0" locked="0" layoutInCell="1" allowOverlap="1" wp14:anchorId="1C1E289E" wp14:editId="4C08E68D">
                      <wp:simplePos x="0" y="0"/>
                      <wp:positionH relativeFrom="column">
                        <wp:posOffset>2646366</wp:posOffset>
                      </wp:positionH>
                      <wp:positionV relativeFrom="page">
                        <wp:posOffset>1379343</wp:posOffset>
                      </wp:positionV>
                      <wp:extent cx="702841" cy="3875964"/>
                      <wp:effectExtent l="0" t="0" r="21590" b="10795"/>
                      <wp:wrapNone/>
                      <wp:docPr id="13" name="Text Box 13"/>
                      <wp:cNvGraphicFramePr/>
                      <a:graphic xmlns:a="http://schemas.openxmlformats.org/drawingml/2006/main">
                        <a:graphicData uri="http://schemas.microsoft.com/office/word/2010/wordprocessingShape">
                          <wps:wsp>
                            <wps:cNvSpPr txBox="1"/>
                            <wps:spPr>
                              <a:xfrm>
                                <a:off x="0" y="0"/>
                                <a:ext cx="702841" cy="387596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D233C" w:rsidRDefault="008D233C" w:rsidP="007533CC">
                                  <w:pPr>
                                    <w:pStyle w:val="CUSTOMColumnText"/>
                                    <w:rPr>
                                      <w:b/>
                                      <w:i/>
                                      <w:sz w:val="16"/>
                                    </w:rPr>
                                  </w:pPr>
                                </w:p>
                                <w:p w:rsidR="008D233C" w:rsidRPr="007533CC" w:rsidRDefault="008D233C" w:rsidP="007533CC">
                                  <w:pPr>
                                    <w:pStyle w:val="CUSTOMColumnText"/>
                                    <w:rPr>
                                      <w:rFonts w:asciiTheme="minorHAnsi" w:hAnsiTheme="minorHAnsi"/>
                                      <w:b/>
                                      <w:sz w:val="16"/>
                                    </w:rPr>
                                  </w:pPr>
                                  <w:r w:rsidRPr="007533CC">
                                    <w:rPr>
                                      <w:rFonts w:asciiTheme="minorHAnsi" w:hAnsiTheme="minorHAnsi"/>
                                      <w:b/>
                                      <w:sz w:val="16"/>
                                    </w:rPr>
                                    <w:t xml:space="preserve">Left GSV diameter: </w:t>
                                  </w:r>
                                </w:p>
                                <w:p w:rsidR="008D233C" w:rsidRDefault="008D233C" w:rsidP="007533CC">
                                  <w:pPr>
                                    <w:pStyle w:val="CUSTOMColumnText"/>
                                    <w:rPr>
                                      <w:rFonts w:asciiTheme="minorHAnsi" w:hAnsiTheme="minorHAnsi"/>
                                      <w:sz w:val="16"/>
                                    </w:rPr>
                                  </w:pPr>
                                </w:p>
                                <w:p w:rsidR="008D233C" w:rsidRPr="007533CC" w:rsidRDefault="008D233C" w:rsidP="007533CC">
                                  <w:pPr>
                                    <w:pStyle w:val="CUSTOMColumnText"/>
                                    <w:rPr>
                                      <w:rFonts w:asciiTheme="minorHAnsi" w:hAnsiTheme="minorHAnsi"/>
                                      <w:sz w:val="16"/>
                                    </w:rPr>
                                  </w:pPr>
                                </w:p>
                                <w:p w:rsidR="008D233C" w:rsidRDefault="008D233C" w:rsidP="007533CC">
                                  <w:pPr>
                                    <w:pStyle w:val="CUSTOMColumnText"/>
                                    <w:rPr>
                                      <w:rFonts w:asciiTheme="minorHAnsi" w:hAnsiTheme="minorHAnsi"/>
                                      <w:sz w:val="16"/>
                                    </w:rPr>
                                  </w:pPr>
                                  <w:r w:rsidRPr="007533CC">
                                    <w:rPr>
                                      <w:rFonts w:asciiTheme="minorHAnsi" w:hAnsiTheme="minorHAnsi"/>
                                      <w:sz w:val="16"/>
                                    </w:rPr>
                                    <w:t>Mid-thigh= 2.4m</w:t>
                                  </w:r>
                                </w:p>
                                <w:p w:rsidR="008D233C" w:rsidRDefault="008D233C" w:rsidP="007533CC">
                                  <w:pPr>
                                    <w:pStyle w:val="CUSTOMColumnText"/>
                                    <w:rPr>
                                      <w:rFonts w:asciiTheme="minorHAnsi" w:hAnsiTheme="minorHAnsi"/>
                                      <w:sz w:val="16"/>
                                    </w:rPr>
                                  </w:pPr>
                                </w:p>
                                <w:p w:rsidR="008D233C" w:rsidRDefault="008D233C" w:rsidP="007533CC">
                                  <w:pPr>
                                    <w:pStyle w:val="CUSTOMColumnText"/>
                                    <w:rPr>
                                      <w:rFonts w:asciiTheme="minorHAnsi" w:hAnsiTheme="minorHAnsi"/>
                                      <w:sz w:val="16"/>
                                    </w:rPr>
                                  </w:pPr>
                                </w:p>
                                <w:p w:rsidR="008D233C" w:rsidRDefault="008D233C" w:rsidP="007533CC">
                                  <w:pPr>
                                    <w:pStyle w:val="CUSTOMColumnText"/>
                                    <w:rPr>
                                      <w:rFonts w:asciiTheme="minorHAnsi" w:hAnsiTheme="minorHAnsi"/>
                                      <w:sz w:val="16"/>
                                    </w:rPr>
                                  </w:pPr>
                                </w:p>
                                <w:p w:rsidR="008D233C" w:rsidRPr="007533CC" w:rsidRDefault="008D233C" w:rsidP="007533CC">
                                  <w:pPr>
                                    <w:pStyle w:val="CUSTOMColumnText"/>
                                    <w:rPr>
                                      <w:rFonts w:asciiTheme="minorHAnsi" w:hAnsiTheme="minorHAnsi"/>
                                      <w:sz w:val="16"/>
                                    </w:rPr>
                                  </w:pPr>
                                </w:p>
                                <w:p w:rsidR="008D233C" w:rsidRDefault="008D233C" w:rsidP="007533CC">
                                  <w:pPr>
                                    <w:pStyle w:val="CUSTOMColumnText"/>
                                    <w:rPr>
                                      <w:rFonts w:asciiTheme="minorHAnsi" w:hAnsiTheme="minorHAnsi"/>
                                      <w:sz w:val="16"/>
                                    </w:rPr>
                                  </w:pPr>
                                  <w:proofErr w:type="spellStart"/>
                                  <w:r w:rsidRPr="007533CC">
                                    <w:rPr>
                                      <w:rFonts w:asciiTheme="minorHAnsi" w:hAnsiTheme="minorHAnsi"/>
                                      <w:sz w:val="16"/>
                                    </w:rPr>
                                    <w:t>Dist</w:t>
                                  </w:r>
                                  <w:proofErr w:type="spellEnd"/>
                                  <w:r w:rsidRPr="007533CC">
                                    <w:rPr>
                                      <w:rFonts w:asciiTheme="minorHAnsi" w:hAnsiTheme="minorHAnsi"/>
                                      <w:sz w:val="16"/>
                                    </w:rPr>
                                    <w:t>-thigh= 4.8mm</w:t>
                                  </w:r>
                                </w:p>
                                <w:p w:rsidR="008D233C" w:rsidRDefault="008D233C" w:rsidP="007533CC">
                                  <w:pPr>
                                    <w:pStyle w:val="CUSTOMColumnText"/>
                                    <w:rPr>
                                      <w:rFonts w:asciiTheme="minorHAnsi" w:hAnsiTheme="minorHAnsi"/>
                                      <w:sz w:val="16"/>
                                    </w:rPr>
                                  </w:pPr>
                                </w:p>
                                <w:p w:rsidR="008D233C" w:rsidRDefault="008D233C" w:rsidP="007533CC">
                                  <w:pPr>
                                    <w:pStyle w:val="CUSTOMColumnText"/>
                                    <w:rPr>
                                      <w:rFonts w:asciiTheme="minorHAnsi" w:hAnsiTheme="minorHAnsi"/>
                                      <w:sz w:val="16"/>
                                    </w:rPr>
                                  </w:pPr>
                                </w:p>
                                <w:p w:rsidR="008D233C" w:rsidRDefault="008D233C" w:rsidP="007533CC">
                                  <w:pPr>
                                    <w:pStyle w:val="CUSTOMColumnText"/>
                                    <w:rPr>
                                      <w:rFonts w:asciiTheme="minorHAnsi" w:hAnsiTheme="minorHAnsi"/>
                                      <w:sz w:val="16"/>
                                    </w:rPr>
                                  </w:pPr>
                                </w:p>
                                <w:p w:rsidR="008D233C" w:rsidRPr="007533CC" w:rsidRDefault="008D233C" w:rsidP="007533CC">
                                  <w:pPr>
                                    <w:pStyle w:val="CUSTOMColumnText"/>
                                    <w:rPr>
                                      <w:rFonts w:asciiTheme="minorHAnsi" w:hAnsiTheme="minorHAnsi"/>
                                      <w:sz w:val="16"/>
                                    </w:rPr>
                                  </w:pPr>
                                </w:p>
                                <w:p w:rsidR="008D233C" w:rsidRDefault="008D233C" w:rsidP="007533CC">
                                  <w:pPr>
                                    <w:pStyle w:val="CUSTOMColumnText"/>
                                    <w:rPr>
                                      <w:rFonts w:asciiTheme="minorHAnsi" w:hAnsiTheme="minorHAnsi"/>
                                      <w:sz w:val="16"/>
                                    </w:rPr>
                                  </w:pPr>
                                  <w:r>
                                    <w:rPr>
                                      <w:rFonts w:asciiTheme="minorHAnsi" w:hAnsiTheme="minorHAnsi"/>
                                      <w:sz w:val="16"/>
                                    </w:rPr>
                                    <w:t>Prox-calf= 5.7</w:t>
                                  </w:r>
                                  <w:r w:rsidRPr="007533CC">
                                    <w:rPr>
                                      <w:rFonts w:asciiTheme="minorHAnsi" w:hAnsiTheme="minorHAnsi"/>
                                      <w:sz w:val="16"/>
                                    </w:rPr>
                                    <w:t>mm</w:t>
                                  </w:r>
                                </w:p>
                                <w:p w:rsidR="008D233C" w:rsidRDefault="008D233C" w:rsidP="007533CC">
                                  <w:pPr>
                                    <w:pStyle w:val="CUSTOMColumnText"/>
                                    <w:rPr>
                                      <w:rFonts w:asciiTheme="minorHAnsi" w:hAnsiTheme="minorHAnsi"/>
                                      <w:sz w:val="16"/>
                                    </w:rPr>
                                  </w:pPr>
                                </w:p>
                                <w:p w:rsidR="008D233C" w:rsidRDefault="008D233C" w:rsidP="007533CC">
                                  <w:pPr>
                                    <w:pStyle w:val="CUSTOMColumnText"/>
                                    <w:rPr>
                                      <w:rFonts w:asciiTheme="minorHAnsi" w:hAnsiTheme="minorHAnsi"/>
                                      <w:sz w:val="16"/>
                                    </w:rPr>
                                  </w:pPr>
                                </w:p>
                                <w:p w:rsidR="008D233C" w:rsidRDefault="008D233C" w:rsidP="007533CC">
                                  <w:pPr>
                                    <w:pStyle w:val="CUSTOMColumnText"/>
                                    <w:rPr>
                                      <w:rFonts w:asciiTheme="minorHAnsi" w:hAnsiTheme="minorHAnsi"/>
                                      <w:sz w:val="16"/>
                                    </w:rPr>
                                  </w:pPr>
                                </w:p>
                                <w:p w:rsidR="008D233C" w:rsidRDefault="008D233C" w:rsidP="007533CC">
                                  <w:pPr>
                                    <w:pStyle w:val="CUSTOMColumnText"/>
                                    <w:rPr>
                                      <w:rFonts w:asciiTheme="minorHAnsi" w:hAnsiTheme="minorHAnsi"/>
                                      <w:sz w:val="16"/>
                                    </w:rPr>
                                  </w:pPr>
                                  <w:r>
                                    <w:rPr>
                                      <w:rFonts w:asciiTheme="minorHAnsi" w:hAnsiTheme="minorHAnsi"/>
                                      <w:sz w:val="16"/>
                                    </w:rPr>
                                    <w:t>Mid-calf = 5.3mm</w:t>
                                  </w:r>
                                </w:p>
                                <w:p w:rsidR="008D233C" w:rsidRDefault="008D233C" w:rsidP="007533CC">
                                  <w:pPr>
                                    <w:pStyle w:val="CUSTOMColumnText"/>
                                    <w:rPr>
                                      <w:rFonts w:asciiTheme="minorHAnsi" w:hAnsiTheme="minorHAnsi"/>
                                      <w:sz w:val="16"/>
                                    </w:rPr>
                                  </w:pPr>
                                </w:p>
                                <w:p w:rsidR="008D233C" w:rsidRDefault="008D233C" w:rsidP="007533CC">
                                  <w:pPr>
                                    <w:pStyle w:val="CUSTOMColumnText"/>
                                    <w:rPr>
                                      <w:rFonts w:asciiTheme="minorHAnsi" w:hAnsiTheme="minorHAnsi"/>
                                      <w:sz w:val="16"/>
                                    </w:rPr>
                                  </w:pPr>
                                </w:p>
                                <w:p w:rsidR="008D233C" w:rsidRDefault="008D233C" w:rsidP="007533CC">
                                  <w:pPr>
                                    <w:pStyle w:val="CUSTOMColumnText"/>
                                    <w:rPr>
                                      <w:rFonts w:asciiTheme="minorHAnsi" w:hAnsiTheme="minorHAnsi"/>
                                      <w:sz w:val="16"/>
                                    </w:rPr>
                                  </w:pPr>
                                </w:p>
                                <w:p w:rsidR="008D233C" w:rsidRPr="007533CC" w:rsidRDefault="008D233C" w:rsidP="007533CC">
                                  <w:pPr>
                                    <w:pStyle w:val="CUSTOMColumnText"/>
                                    <w:rPr>
                                      <w:rFonts w:asciiTheme="minorHAnsi" w:hAnsiTheme="minorHAnsi"/>
                                      <w:sz w:val="16"/>
                                    </w:rPr>
                                  </w:pPr>
                                  <w:proofErr w:type="spellStart"/>
                                  <w:r>
                                    <w:rPr>
                                      <w:rFonts w:asciiTheme="minorHAnsi" w:hAnsiTheme="minorHAnsi"/>
                                      <w:sz w:val="16"/>
                                    </w:rPr>
                                    <w:t>Dist</w:t>
                                  </w:r>
                                  <w:proofErr w:type="spellEnd"/>
                                  <w:r w:rsidRPr="007533CC">
                                    <w:rPr>
                                      <w:rFonts w:asciiTheme="minorHAnsi" w:hAnsiTheme="minorHAnsi"/>
                                      <w:sz w:val="16"/>
                                    </w:rPr>
                                    <w:t>-calf = 3.7mm</w:t>
                                  </w:r>
                                </w:p>
                                <w:p w:rsidR="008D233C" w:rsidRDefault="008D233C" w:rsidP="007533C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29" type="#_x0000_t202" style="position:absolute;margin-left:208.4pt;margin-top:108.6pt;width:55.35pt;height:305.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" fillcolor="white [3201]" strokeweight=".5pt">
                      <v:textbox>
                        <w:txbxContent>
                          <w:p w:rsidR="008D233C" w:rsidRDefault="008D233C" w:rsidP="007533CC">
                            <w:pPr>
                              <w:pStyle w:val="CUSTOMColumnText"/>
                              <w:rPr>
                                <w:b/>
                                <w:i/>
                                <w:sz w:val="16"/>
                              </w:rPr>
                            </w:pPr>
                          </w:p>
                          <w:p w:rsidR="008D233C" w:rsidRPr="007533CC" w:rsidRDefault="008D233C" w:rsidP="007533CC">
                            <w:pPr>
                              <w:pStyle w:val="CUSTOMColumnText"/>
                              <w:rPr>
                                <w:rFonts w:asciiTheme="minorHAnsi" w:hAnsiTheme="minorHAnsi"/>
                                <w:b/>
                                <w:sz w:val="16"/>
                              </w:rPr>
                            </w:pPr>
                            <w:r w:rsidRPr="007533CC">
                              <w:rPr>
                                <w:rFonts w:asciiTheme="minorHAnsi" w:hAnsiTheme="minorHAnsi"/>
                                <w:b/>
                                <w:sz w:val="16"/>
                              </w:rPr>
                              <w:t xml:space="preserve">Left GSV diameter: </w:t>
                            </w:r>
                          </w:p>
                          <w:p w:rsidR="008D233C" w:rsidRDefault="008D233C" w:rsidP="007533CC">
                            <w:pPr>
                              <w:pStyle w:val="CUSTOMColumnText"/>
                              <w:rPr>
                                <w:rFonts w:asciiTheme="minorHAnsi" w:hAnsiTheme="minorHAnsi"/>
                                <w:sz w:val="16"/>
                              </w:rPr>
                            </w:pPr>
                          </w:p>
                          <w:p w:rsidR="008D233C" w:rsidRPr="007533CC" w:rsidRDefault="008D233C" w:rsidP="007533CC">
                            <w:pPr>
                              <w:pStyle w:val="CUSTOMColumnText"/>
                              <w:rPr>
                                <w:rFonts w:asciiTheme="minorHAnsi" w:hAnsiTheme="minorHAnsi"/>
                                <w:sz w:val="16"/>
                              </w:rPr>
                            </w:pPr>
                          </w:p>
                          <w:p w:rsidR="008D233C" w:rsidRDefault="008D233C" w:rsidP="007533CC">
                            <w:pPr>
                              <w:pStyle w:val="CUSTOMColumnText"/>
                              <w:rPr>
                                <w:rFonts w:asciiTheme="minorHAnsi" w:hAnsiTheme="minorHAnsi"/>
                                <w:sz w:val="16"/>
                              </w:rPr>
                            </w:pPr>
                            <w:r w:rsidRPr="007533CC">
                              <w:rPr>
                                <w:rFonts w:asciiTheme="minorHAnsi" w:hAnsiTheme="minorHAnsi"/>
                                <w:sz w:val="16"/>
                              </w:rPr>
                              <w:t>Mid-thigh= 2.4m</w:t>
                            </w:r>
                          </w:p>
                          <w:p w:rsidR="008D233C" w:rsidRDefault="008D233C" w:rsidP="007533CC">
                            <w:pPr>
                              <w:pStyle w:val="CUSTOMColumnText"/>
                              <w:rPr>
                                <w:rFonts w:asciiTheme="minorHAnsi" w:hAnsiTheme="minorHAnsi"/>
                                <w:sz w:val="16"/>
                              </w:rPr>
                            </w:pPr>
                          </w:p>
                          <w:p w:rsidR="008D233C" w:rsidRDefault="008D233C" w:rsidP="007533CC">
                            <w:pPr>
                              <w:pStyle w:val="CUSTOMColumnText"/>
                              <w:rPr>
                                <w:rFonts w:asciiTheme="minorHAnsi" w:hAnsiTheme="minorHAnsi"/>
                                <w:sz w:val="16"/>
                              </w:rPr>
                            </w:pPr>
                          </w:p>
                          <w:p w:rsidR="008D233C" w:rsidRDefault="008D233C" w:rsidP="007533CC">
                            <w:pPr>
                              <w:pStyle w:val="CUSTOMColumnText"/>
                              <w:rPr>
                                <w:rFonts w:asciiTheme="minorHAnsi" w:hAnsiTheme="minorHAnsi"/>
                                <w:sz w:val="16"/>
                              </w:rPr>
                            </w:pPr>
                          </w:p>
                          <w:p w:rsidR="008D233C" w:rsidRPr="007533CC" w:rsidRDefault="008D233C" w:rsidP="007533CC">
                            <w:pPr>
                              <w:pStyle w:val="CUSTOMColumnText"/>
                              <w:rPr>
                                <w:rFonts w:asciiTheme="minorHAnsi" w:hAnsiTheme="minorHAnsi"/>
                                <w:sz w:val="16"/>
                              </w:rPr>
                            </w:pPr>
                          </w:p>
                          <w:p w:rsidR="008D233C" w:rsidRDefault="008D233C" w:rsidP="007533CC">
                            <w:pPr>
                              <w:pStyle w:val="CUSTOMColumnText"/>
                              <w:rPr>
                                <w:rFonts w:asciiTheme="minorHAnsi" w:hAnsiTheme="minorHAnsi"/>
                                <w:sz w:val="16"/>
                              </w:rPr>
                            </w:pPr>
                            <w:proofErr w:type="spellStart"/>
                            <w:r w:rsidRPr="007533CC">
                              <w:rPr>
                                <w:rFonts w:asciiTheme="minorHAnsi" w:hAnsiTheme="minorHAnsi"/>
                                <w:sz w:val="16"/>
                              </w:rPr>
                              <w:t>Dist</w:t>
                            </w:r>
                            <w:proofErr w:type="spellEnd"/>
                            <w:r w:rsidRPr="007533CC">
                              <w:rPr>
                                <w:rFonts w:asciiTheme="minorHAnsi" w:hAnsiTheme="minorHAnsi"/>
                                <w:sz w:val="16"/>
                              </w:rPr>
                              <w:t>-thigh= 4.8mm</w:t>
                            </w:r>
                          </w:p>
                          <w:p w:rsidR="008D233C" w:rsidRDefault="008D233C" w:rsidP="007533CC">
                            <w:pPr>
                              <w:pStyle w:val="CUSTOMColumnText"/>
                              <w:rPr>
                                <w:rFonts w:asciiTheme="minorHAnsi" w:hAnsiTheme="minorHAnsi"/>
                                <w:sz w:val="16"/>
                              </w:rPr>
                            </w:pPr>
                          </w:p>
                          <w:p w:rsidR="008D233C" w:rsidRDefault="008D233C" w:rsidP="007533CC">
                            <w:pPr>
                              <w:pStyle w:val="CUSTOMColumnText"/>
                              <w:rPr>
                                <w:rFonts w:asciiTheme="minorHAnsi" w:hAnsiTheme="minorHAnsi"/>
                                <w:sz w:val="16"/>
                              </w:rPr>
                            </w:pPr>
                          </w:p>
                          <w:p w:rsidR="008D233C" w:rsidRDefault="008D233C" w:rsidP="007533CC">
                            <w:pPr>
                              <w:pStyle w:val="CUSTOMColumnText"/>
                              <w:rPr>
                                <w:rFonts w:asciiTheme="minorHAnsi" w:hAnsiTheme="minorHAnsi"/>
                                <w:sz w:val="16"/>
                              </w:rPr>
                            </w:pPr>
                          </w:p>
                          <w:p w:rsidR="008D233C" w:rsidRPr="007533CC" w:rsidRDefault="008D233C" w:rsidP="007533CC">
                            <w:pPr>
                              <w:pStyle w:val="CUSTOMColumnText"/>
                              <w:rPr>
                                <w:rFonts w:asciiTheme="minorHAnsi" w:hAnsiTheme="minorHAnsi"/>
                                <w:sz w:val="16"/>
                              </w:rPr>
                            </w:pPr>
                          </w:p>
                          <w:p w:rsidR="008D233C" w:rsidRDefault="008D233C" w:rsidP="007533CC">
                            <w:pPr>
                              <w:pStyle w:val="CUSTOMColumnText"/>
                              <w:rPr>
                                <w:rFonts w:asciiTheme="minorHAnsi" w:hAnsiTheme="minorHAnsi"/>
                                <w:sz w:val="16"/>
                              </w:rPr>
                            </w:pPr>
                            <w:r>
                              <w:rPr>
                                <w:rFonts w:asciiTheme="minorHAnsi" w:hAnsiTheme="minorHAnsi"/>
                                <w:sz w:val="16"/>
                              </w:rPr>
                              <w:t>Prox-calf= 5.7</w:t>
                            </w:r>
                            <w:r w:rsidRPr="007533CC">
                              <w:rPr>
                                <w:rFonts w:asciiTheme="minorHAnsi" w:hAnsiTheme="minorHAnsi"/>
                                <w:sz w:val="16"/>
                              </w:rPr>
                              <w:t>mm</w:t>
                            </w:r>
                          </w:p>
                          <w:p w:rsidR="008D233C" w:rsidRDefault="008D233C" w:rsidP="007533CC">
                            <w:pPr>
                              <w:pStyle w:val="CUSTOMColumnText"/>
                              <w:rPr>
                                <w:rFonts w:asciiTheme="minorHAnsi" w:hAnsiTheme="minorHAnsi"/>
                                <w:sz w:val="16"/>
                              </w:rPr>
                            </w:pPr>
                          </w:p>
                          <w:p w:rsidR="008D233C" w:rsidRDefault="008D233C" w:rsidP="007533CC">
                            <w:pPr>
                              <w:pStyle w:val="CUSTOMColumnText"/>
                              <w:rPr>
                                <w:rFonts w:asciiTheme="minorHAnsi" w:hAnsiTheme="minorHAnsi"/>
                                <w:sz w:val="16"/>
                              </w:rPr>
                            </w:pPr>
                          </w:p>
                          <w:p w:rsidR="008D233C" w:rsidRDefault="008D233C" w:rsidP="007533CC">
                            <w:pPr>
                              <w:pStyle w:val="CUSTOMColumnText"/>
                              <w:rPr>
                                <w:rFonts w:asciiTheme="minorHAnsi" w:hAnsiTheme="minorHAnsi"/>
                                <w:sz w:val="16"/>
                              </w:rPr>
                            </w:pPr>
                          </w:p>
                          <w:p w:rsidR="008D233C" w:rsidRDefault="008D233C" w:rsidP="007533CC">
                            <w:pPr>
                              <w:pStyle w:val="CUSTOMColumnText"/>
                              <w:rPr>
                                <w:rFonts w:asciiTheme="minorHAnsi" w:hAnsiTheme="minorHAnsi"/>
                                <w:sz w:val="16"/>
                              </w:rPr>
                            </w:pPr>
                            <w:r>
                              <w:rPr>
                                <w:rFonts w:asciiTheme="minorHAnsi" w:hAnsiTheme="minorHAnsi"/>
                                <w:sz w:val="16"/>
                              </w:rPr>
                              <w:t>Mid-calf = 5.3mm</w:t>
                            </w:r>
                          </w:p>
                          <w:p w:rsidR="008D233C" w:rsidRDefault="008D233C" w:rsidP="007533CC">
                            <w:pPr>
                              <w:pStyle w:val="CUSTOMColumnText"/>
                              <w:rPr>
                                <w:rFonts w:asciiTheme="minorHAnsi" w:hAnsiTheme="minorHAnsi"/>
                                <w:sz w:val="16"/>
                              </w:rPr>
                            </w:pPr>
                          </w:p>
                          <w:p w:rsidR="008D233C" w:rsidRDefault="008D233C" w:rsidP="007533CC">
                            <w:pPr>
                              <w:pStyle w:val="CUSTOMColumnText"/>
                              <w:rPr>
                                <w:rFonts w:asciiTheme="minorHAnsi" w:hAnsiTheme="minorHAnsi"/>
                                <w:sz w:val="16"/>
                              </w:rPr>
                            </w:pPr>
                          </w:p>
                          <w:p w:rsidR="008D233C" w:rsidRDefault="008D233C" w:rsidP="007533CC">
                            <w:pPr>
                              <w:pStyle w:val="CUSTOMColumnText"/>
                              <w:rPr>
                                <w:rFonts w:asciiTheme="minorHAnsi" w:hAnsiTheme="minorHAnsi"/>
                                <w:sz w:val="16"/>
                              </w:rPr>
                            </w:pPr>
                          </w:p>
                          <w:p w:rsidR="008D233C" w:rsidRPr="007533CC" w:rsidRDefault="008D233C" w:rsidP="007533CC">
                            <w:pPr>
                              <w:pStyle w:val="CUSTOMColumnText"/>
                              <w:rPr>
                                <w:rFonts w:asciiTheme="minorHAnsi" w:hAnsiTheme="minorHAnsi"/>
                                <w:sz w:val="16"/>
                              </w:rPr>
                            </w:pPr>
                            <w:proofErr w:type="spellStart"/>
                            <w:r>
                              <w:rPr>
                                <w:rFonts w:asciiTheme="minorHAnsi" w:hAnsiTheme="minorHAnsi"/>
                                <w:sz w:val="16"/>
                              </w:rPr>
                              <w:t>Dist</w:t>
                            </w:r>
                            <w:proofErr w:type="spellEnd"/>
                            <w:r w:rsidRPr="007533CC">
                              <w:rPr>
                                <w:rFonts w:asciiTheme="minorHAnsi" w:hAnsiTheme="minorHAnsi"/>
                                <w:sz w:val="16"/>
                              </w:rPr>
                              <w:t>-calf = 3.7mm</w:t>
                            </w:r>
                          </w:p>
                          <w:p w:rsidR="008D233C" w:rsidRDefault="008D233C" w:rsidP="007533CC"/>
                        </w:txbxContent>
                      </v:textbox>
                      <w10:wrap anchory="page"/>
                    </v:shape>
                  </w:pict>
                </mc:Fallback>
              </mc:AlternateContent>
            </w:r>
            <w:r w:rsidR="000A4C91">
              <w:rPr>
                <w:noProof/>
                <w:lang w:eastAsia="en-GB"/>
              </w:rPr>
              <mc:AlternateContent>
                <mc:Choice Requires="wps">
                  <w:drawing>
                    <wp:anchor distT="0" distB="0" distL="114300" distR="114300" simplePos="0" relativeHeight="251664384" behindDoc="0" locked="0" layoutInCell="1" allowOverlap="1">
                      <wp:simplePos x="0" y="0"/>
                      <wp:positionH relativeFrom="column">
                        <wp:posOffset>2120928</wp:posOffset>
                      </wp:positionH>
                      <wp:positionV relativeFrom="page">
                        <wp:posOffset>4900466</wp:posOffset>
                      </wp:positionV>
                      <wp:extent cx="266132" cy="280396"/>
                      <wp:effectExtent l="0" t="0" r="19685" b="24765"/>
                      <wp:wrapNone/>
                      <wp:docPr id="10" name="Freeform 10"/>
                      <wp:cNvGraphicFramePr/>
                      <a:graphic xmlns:a="http://schemas.openxmlformats.org/drawingml/2006/main">
                        <a:graphicData uri="http://schemas.microsoft.com/office/word/2010/wordprocessingShape">
                          <wps:wsp>
                            <wps:cNvSpPr/>
                            <wps:spPr>
                              <a:xfrm>
                                <a:off x="0" y="0"/>
                                <a:ext cx="266132" cy="280396"/>
                              </a:xfrm>
                              <a:custGeom>
                                <a:avLst/>
                                <a:gdLst>
                                  <a:gd name="connsiteX0" fmla="*/ 0 w 266132"/>
                                  <a:gd name="connsiteY0" fmla="*/ 0 h 280396"/>
                                  <a:gd name="connsiteX1" fmla="*/ 47768 w 266132"/>
                                  <a:gd name="connsiteY1" fmla="*/ 6823 h 280396"/>
                                  <a:gd name="connsiteX2" fmla="*/ 61415 w 266132"/>
                                  <a:gd name="connsiteY2" fmla="*/ 27295 h 280396"/>
                                  <a:gd name="connsiteX3" fmla="*/ 75063 w 266132"/>
                                  <a:gd name="connsiteY3" fmla="*/ 75062 h 280396"/>
                                  <a:gd name="connsiteX4" fmla="*/ 81887 w 266132"/>
                                  <a:gd name="connsiteY4" fmla="*/ 143301 h 280396"/>
                                  <a:gd name="connsiteX5" fmla="*/ 163774 w 266132"/>
                                  <a:gd name="connsiteY5" fmla="*/ 150125 h 280396"/>
                                  <a:gd name="connsiteX6" fmla="*/ 177421 w 266132"/>
                                  <a:gd name="connsiteY6" fmla="*/ 170597 h 280396"/>
                                  <a:gd name="connsiteX7" fmla="*/ 156950 w 266132"/>
                                  <a:gd name="connsiteY7" fmla="*/ 211540 h 280396"/>
                                  <a:gd name="connsiteX8" fmla="*/ 150126 w 266132"/>
                                  <a:gd name="connsiteY8" fmla="*/ 232012 h 280396"/>
                                  <a:gd name="connsiteX9" fmla="*/ 156950 w 266132"/>
                                  <a:gd name="connsiteY9" fmla="*/ 252483 h 280396"/>
                                  <a:gd name="connsiteX10" fmla="*/ 177421 w 266132"/>
                                  <a:gd name="connsiteY10" fmla="*/ 266131 h 280396"/>
                                  <a:gd name="connsiteX11" fmla="*/ 266132 w 266132"/>
                                  <a:gd name="connsiteY11" fmla="*/ 279779 h 28039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266132" h="280396">
                                    <a:moveTo>
                                      <a:pt x="0" y="0"/>
                                    </a:moveTo>
                                    <a:cubicBezTo>
                                      <a:pt x="15923" y="2274"/>
                                      <a:pt x="33070" y="291"/>
                                      <a:pt x="47768" y="6823"/>
                                    </a:cubicBezTo>
                                    <a:cubicBezTo>
                                      <a:pt x="55262" y="10154"/>
                                      <a:pt x="57747" y="19960"/>
                                      <a:pt x="61415" y="27295"/>
                                    </a:cubicBezTo>
                                    <a:cubicBezTo>
                                      <a:pt x="66310" y="37085"/>
                                      <a:pt x="72876" y="66316"/>
                                      <a:pt x="75063" y="75062"/>
                                    </a:cubicBezTo>
                                    <a:cubicBezTo>
                                      <a:pt x="77338" y="97808"/>
                                      <a:pt x="64436" y="128535"/>
                                      <a:pt x="81887" y="143301"/>
                                    </a:cubicBezTo>
                                    <a:cubicBezTo>
                                      <a:pt x="102796" y="160994"/>
                                      <a:pt x="137438" y="142600"/>
                                      <a:pt x="163774" y="150125"/>
                                    </a:cubicBezTo>
                                    <a:cubicBezTo>
                                      <a:pt x="171660" y="152378"/>
                                      <a:pt x="172872" y="163773"/>
                                      <a:pt x="177421" y="170597"/>
                                    </a:cubicBezTo>
                                    <a:cubicBezTo>
                                      <a:pt x="160268" y="222054"/>
                                      <a:pt x="183407" y="158624"/>
                                      <a:pt x="156950" y="211540"/>
                                    </a:cubicBezTo>
                                    <a:cubicBezTo>
                                      <a:pt x="153733" y="217974"/>
                                      <a:pt x="152401" y="225188"/>
                                      <a:pt x="150126" y="232012"/>
                                    </a:cubicBezTo>
                                    <a:cubicBezTo>
                                      <a:pt x="152401" y="238836"/>
                                      <a:pt x="152457" y="246866"/>
                                      <a:pt x="156950" y="252483"/>
                                    </a:cubicBezTo>
                                    <a:cubicBezTo>
                                      <a:pt x="162073" y="258887"/>
                                      <a:pt x="169927" y="262800"/>
                                      <a:pt x="177421" y="266131"/>
                                    </a:cubicBezTo>
                                    <a:cubicBezTo>
                                      <a:pt x="219457" y="284814"/>
                                      <a:pt x="219488" y="279779"/>
                                      <a:pt x="266132" y="279779"/>
                                    </a:cubicBezTo>
                                  </a:path>
                                </a:pathLst>
                              </a:cu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10" o:spid="_x0000_s1026" style="position:absolute;margin-left:167pt;margin-top:385.85pt;width:20.95pt;height:22.1pt;z-index:251664384;visibility:visible;mso-wrap-style:square;mso-wrap-distance-left:9pt;mso-wrap-distance-top:0;mso-wrap-distance-right:9pt;mso-wrap-distance-bottom:0;mso-position-horizontal:absolute;mso-position-horizontal-relative:text;mso-position-vertical:absolute;mso-position-vertical-relative:page;v-text-anchor:middle" coordsize="266132,2803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" path="m,c15923,2274,33070,291,47768,6823v7494,3331,9979,13137,13647,20472c66310,37085,72876,66316,75063,75062v2275,22746,-10627,53473,6824,68239c102796,160994,137438,142600,163774,150125v7886,2253,9098,13648,13647,20472c160268,222054,183407,158624,156950,211540v-3217,6434,-4549,13648,-6824,20472c152401,238836,152457,246866,156950,252483v5123,6404,12977,10317,20471,13648c219457,284814,219488,279779,266132,279779e" filled="f" strokecolor="red" strokeweight="1.5pt">
                      <v:stroke joinstyle="miter"/>
                      <v:path arrowok="t" o:connecttype="custom" o:connectlocs="0,0;47768,6823;61415,27295;75063,75062;81887,143301;163774,150125;177421,170597;156950,211540;150126,232012;156950,252483;177421,266131;266132,279779" o:connectangles="0,0,0,0,0,0,0,0,0,0,0,0"/>
                      <w10:wrap anchory="page"/>
                    </v:shape>
                  </w:pict>
                </mc:Fallback>
              </mc:AlternateContent>
            </w:r>
            <w:r w:rsidR="000A4C91">
              <w:rPr>
                <w:noProof/>
                <w:lang w:eastAsia="en-GB"/>
              </w:rPr>
              <mc:AlternateContent>
                <mc:Choice Requires="wps">
                  <w:drawing>
                    <wp:anchor distT="0" distB="0" distL="114300" distR="114300" simplePos="0" relativeHeight="251662336" behindDoc="0" locked="0" layoutInCell="1" allowOverlap="1" wp14:anchorId="75EC3EA0" wp14:editId="032B73BE">
                      <wp:simplePos x="0" y="0"/>
                      <wp:positionH relativeFrom="column">
                        <wp:posOffset>2079985</wp:posOffset>
                      </wp:positionH>
                      <wp:positionV relativeFrom="page">
                        <wp:posOffset>2020788</wp:posOffset>
                      </wp:positionV>
                      <wp:extent cx="49530" cy="2920574"/>
                      <wp:effectExtent l="57150" t="19050" r="64770" b="32385"/>
                      <wp:wrapNone/>
                      <wp:docPr id="6" name="Freeform 6"/>
                      <wp:cNvGraphicFramePr/>
                      <a:graphic xmlns:a="http://schemas.openxmlformats.org/drawingml/2006/main">
                        <a:graphicData uri="http://schemas.microsoft.com/office/word/2010/wordprocessingShape">
                          <wps:wsp>
                            <wps:cNvSpPr/>
                            <wps:spPr>
                              <a:xfrm>
                                <a:off x="0" y="0"/>
                                <a:ext cx="49530" cy="2920574"/>
                              </a:xfrm>
                              <a:custGeom>
                                <a:avLst/>
                                <a:gdLst>
                                  <a:gd name="connsiteX0" fmla="*/ 41680 w 50004"/>
                                  <a:gd name="connsiteY0" fmla="*/ 0 h 2661314"/>
                                  <a:gd name="connsiteX1" fmla="*/ 21209 w 50004"/>
                                  <a:gd name="connsiteY1" fmla="*/ 457200 h 2661314"/>
                                  <a:gd name="connsiteX2" fmla="*/ 21209 w 50004"/>
                                  <a:gd name="connsiteY2" fmla="*/ 716508 h 2661314"/>
                                  <a:gd name="connsiteX3" fmla="*/ 41680 w 50004"/>
                                  <a:gd name="connsiteY3" fmla="*/ 873457 h 2661314"/>
                                  <a:gd name="connsiteX4" fmla="*/ 48504 w 50004"/>
                                  <a:gd name="connsiteY4" fmla="*/ 1084997 h 2661314"/>
                                  <a:gd name="connsiteX5" fmla="*/ 14385 w 50004"/>
                                  <a:gd name="connsiteY5" fmla="*/ 1364777 h 2661314"/>
                                  <a:gd name="connsiteX6" fmla="*/ 737 w 50004"/>
                                  <a:gd name="connsiteY6" fmla="*/ 1610436 h 2661314"/>
                                  <a:gd name="connsiteX7" fmla="*/ 34857 w 50004"/>
                                  <a:gd name="connsiteY7" fmla="*/ 2040341 h 2661314"/>
                                  <a:gd name="connsiteX8" fmla="*/ 34857 w 50004"/>
                                  <a:gd name="connsiteY8" fmla="*/ 2354239 h 2661314"/>
                                  <a:gd name="connsiteX9" fmla="*/ 34857 w 50004"/>
                                  <a:gd name="connsiteY9" fmla="*/ 2661314 h 2661314"/>
                                  <a:gd name="connsiteX0" fmla="*/ 50004 w 50004"/>
                                  <a:gd name="connsiteY0" fmla="*/ 0 h 3063927"/>
                                  <a:gd name="connsiteX1" fmla="*/ 21209 w 50004"/>
                                  <a:gd name="connsiteY1" fmla="*/ 859813 h 3063927"/>
                                  <a:gd name="connsiteX2" fmla="*/ 21209 w 50004"/>
                                  <a:gd name="connsiteY2" fmla="*/ 1119121 h 3063927"/>
                                  <a:gd name="connsiteX3" fmla="*/ 41680 w 50004"/>
                                  <a:gd name="connsiteY3" fmla="*/ 1276070 h 3063927"/>
                                  <a:gd name="connsiteX4" fmla="*/ 48504 w 50004"/>
                                  <a:gd name="connsiteY4" fmla="*/ 1487610 h 3063927"/>
                                  <a:gd name="connsiteX5" fmla="*/ 14385 w 50004"/>
                                  <a:gd name="connsiteY5" fmla="*/ 1767390 h 3063927"/>
                                  <a:gd name="connsiteX6" fmla="*/ 737 w 50004"/>
                                  <a:gd name="connsiteY6" fmla="*/ 2013049 h 3063927"/>
                                  <a:gd name="connsiteX7" fmla="*/ 34857 w 50004"/>
                                  <a:gd name="connsiteY7" fmla="*/ 2442954 h 3063927"/>
                                  <a:gd name="connsiteX8" fmla="*/ 34857 w 50004"/>
                                  <a:gd name="connsiteY8" fmla="*/ 2756852 h 3063927"/>
                                  <a:gd name="connsiteX9" fmla="*/ 34857 w 50004"/>
                                  <a:gd name="connsiteY9" fmla="*/ 3063927 h 3063927"/>
                                  <a:gd name="connsiteX0" fmla="*/ 50004 w 50004"/>
                                  <a:gd name="connsiteY0" fmla="*/ 0 h 2920624"/>
                                  <a:gd name="connsiteX1" fmla="*/ 21209 w 50004"/>
                                  <a:gd name="connsiteY1" fmla="*/ 716510 h 2920624"/>
                                  <a:gd name="connsiteX2" fmla="*/ 21209 w 50004"/>
                                  <a:gd name="connsiteY2" fmla="*/ 975818 h 2920624"/>
                                  <a:gd name="connsiteX3" fmla="*/ 41680 w 50004"/>
                                  <a:gd name="connsiteY3" fmla="*/ 1132767 h 2920624"/>
                                  <a:gd name="connsiteX4" fmla="*/ 48504 w 50004"/>
                                  <a:gd name="connsiteY4" fmla="*/ 1344307 h 2920624"/>
                                  <a:gd name="connsiteX5" fmla="*/ 14385 w 50004"/>
                                  <a:gd name="connsiteY5" fmla="*/ 1624087 h 2920624"/>
                                  <a:gd name="connsiteX6" fmla="*/ 737 w 50004"/>
                                  <a:gd name="connsiteY6" fmla="*/ 1869746 h 2920624"/>
                                  <a:gd name="connsiteX7" fmla="*/ 34857 w 50004"/>
                                  <a:gd name="connsiteY7" fmla="*/ 2299651 h 2920624"/>
                                  <a:gd name="connsiteX8" fmla="*/ 34857 w 50004"/>
                                  <a:gd name="connsiteY8" fmla="*/ 2613549 h 2920624"/>
                                  <a:gd name="connsiteX9" fmla="*/ 34857 w 50004"/>
                                  <a:gd name="connsiteY9" fmla="*/ 2920624 h 292062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50004" h="2920624">
                                    <a:moveTo>
                                      <a:pt x="50004" y="0"/>
                                    </a:moveTo>
                                    <a:cubicBezTo>
                                      <a:pt x="41474" y="168891"/>
                                      <a:pt x="26008" y="553874"/>
                                      <a:pt x="21209" y="716510"/>
                                    </a:cubicBezTo>
                                    <a:cubicBezTo>
                                      <a:pt x="16410" y="879146"/>
                                      <a:pt x="17797" y="906442"/>
                                      <a:pt x="21209" y="975818"/>
                                    </a:cubicBezTo>
                                    <a:cubicBezTo>
                                      <a:pt x="24621" y="1045194"/>
                                      <a:pt x="37131" y="1071352"/>
                                      <a:pt x="41680" y="1132767"/>
                                    </a:cubicBezTo>
                                    <a:cubicBezTo>
                                      <a:pt x="46229" y="1194182"/>
                                      <a:pt x="53053" y="1262420"/>
                                      <a:pt x="48504" y="1344307"/>
                                    </a:cubicBezTo>
                                    <a:cubicBezTo>
                                      <a:pt x="43955" y="1426194"/>
                                      <a:pt x="22346" y="1536514"/>
                                      <a:pt x="14385" y="1624087"/>
                                    </a:cubicBezTo>
                                    <a:cubicBezTo>
                                      <a:pt x="6424" y="1711660"/>
                                      <a:pt x="-2675" y="1757152"/>
                                      <a:pt x="737" y="1869746"/>
                                    </a:cubicBezTo>
                                    <a:cubicBezTo>
                                      <a:pt x="4149" y="1982340"/>
                                      <a:pt x="29170" y="2175684"/>
                                      <a:pt x="34857" y="2299651"/>
                                    </a:cubicBezTo>
                                    <a:cubicBezTo>
                                      <a:pt x="40544" y="2423618"/>
                                      <a:pt x="34857" y="2613549"/>
                                      <a:pt x="34857" y="2613549"/>
                                    </a:cubicBezTo>
                                    <a:lnTo>
                                      <a:pt x="34857" y="2920624"/>
                                    </a:lnTo>
                                  </a:path>
                                </a:pathLst>
                              </a:custGeom>
                              <a:noFill/>
                              <a:ln w="38100">
                                <a:solidFill>
                                  <a:srgbClr val="FF0000"/>
                                </a:solidFill>
                                <a:headEnd type="none" w="med" len="med"/>
                                <a:tailEnd type="triangle" w="med" len="me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Freeform 6" o:spid="_x0000_s1026" style="position:absolute;margin-left:163.8pt;margin-top:159.1pt;width:3.9pt;height:229.95pt;z-index:251662336;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coordsize="50004,29206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" path="m50004,c41474,168891,26008,553874,21209,716510v-4799,162636,-3412,189932,,259308c24621,1045194,37131,1071352,41680,1132767v4549,61415,11373,129653,6824,211540c43955,1426194,22346,1536514,14385,1624087,6424,1711660,-2675,1757152,737,1869746v3412,112594,28433,305938,34120,429905c40544,2423618,34857,2613549,34857,2613549r,307075e" filled="f" strokecolor="red" strokeweight="3pt">
                      <v:stroke endarrow="block" joinstyle="miter"/>
                      <v:path arrowok="t" o:connecttype="custom" o:connectlocs="49530,0;21008,716498;21008,975801;41285,1132748;48044,1344284;14249,1624059;730,1869714;34527,2299612;34527,2613504;34527,2920574" o:connectangles="0,0,0,0,0,0,0,0,0,0"/>
                      <w10:wrap anchory="page"/>
                    </v:shape>
                  </w:pict>
                </mc:Fallback>
              </mc:AlternateContent>
            </w:r>
            <w:r w:rsidR="000A4C91">
              <w:rPr>
                <w:noProof/>
                <w:lang w:eastAsia="en-GB"/>
              </w:rPr>
              <mc:AlternateContent>
                <mc:Choice Requires="wps">
                  <w:drawing>
                    <wp:anchor distT="0" distB="0" distL="114300" distR="114300" simplePos="0" relativeHeight="251661312" behindDoc="0" locked="0" layoutInCell="1" allowOverlap="1">
                      <wp:simplePos x="0" y="0"/>
                      <wp:positionH relativeFrom="column">
                        <wp:posOffset>1745576</wp:posOffset>
                      </wp:positionH>
                      <wp:positionV relativeFrom="page">
                        <wp:posOffset>3815469</wp:posOffset>
                      </wp:positionV>
                      <wp:extent cx="177460" cy="429904"/>
                      <wp:effectExtent l="0" t="0" r="13335" b="27305"/>
                      <wp:wrapNone/>
                      <wp:docPr id="4" name="Freeform 4"/>
                      <wp:cNvGraphicFramePr/>
                      <a:graphic xmlns:a="http://schemas.openxmlformats.org/drawingml/2006/main">
                        <a:graphicData uri="http://schemas.microsoft.com/office/word/2010/wordprocessingShape">
                          <wps:wsp>
                            <wps:cNvSpPr/>
                            <wps:spPr>
                              <a:xfrm>
                                <a:off x="0" y="0"/>
                                <a:ext cx="177460" cy="429904"/>
                              </a:xfrm>
                              <a:custGeom>
                                <a:avLst/>
                                <a:gdLst>
                                  <a:gd name="connsiteX0" fmla="*/ 177460 w 177460"/>
                                  <a:gd name="connsiteY0" fmla="*/ 0 h 429904"/>
                                  <a:gd name="connsiteX1" fmla="*/ 143340 w 177460"/>
                                  <a:gd name="connsiteY1" fmla="*/ 13647 h 429904"/>
                                  <a:gd name="connsiteX2" fmla="*/ 129693 w 177460"/>
                                  <a:gd name="connsiteY2" fmla="*/ 34119 h 429904"/>
                                  <a:gd name="connsiteX3" fmla="*/ 116045 w 177460"/>
                                  <a:gd name="connsiteY3" fmla="*/ 81886 h 429904"/>
                                  <a:gd name="connsiteX4" fmla="*/ 109221 w 177460"/>
                                  <a:gd name="connsiteY4" fmla="*/ 143301 h 429904"/>
                                  <a:gd name="connsiteX5" fmla="*/ 47806 w 177460"/>
                                  <a:gd name="connsiteY5" fmla="*/ 163773 h 429904"/>
                                  <a:gd name="connsiteX6" fmla="*/ 27335 w 177460"/>
                                  <a:gd name="connsiteY6" fmla="*/ 170597 h 429904"/>
                                  <a:gd name="connsiteX7" fmla="*/ 34158 w 177460"/>
                                  <a:gd name="connsiteY7" fmla="*/ 204716 h 429904"/>
                                  <a:gd name="connsiteX8" fmla="*/ 34158 w 177460"/>
                                  <a:gd name="connsiteY8" fmla="*/ 259307 h 429904"/>
                                  <a:gd name="connsiteX9" fmla="*/ 13687 w 177460"/>
                                  <a:gd name="connsiteY9" fmla="*/ 272955 h 429904"/>
                                  <a:gd name="connsiteX10" fmla="*/ 6863 w 177460"/>
                                  <a:gd name="connsiteY10" fmla="*/ 348017 h 429904"/>
                                  <a:gd name="connsiteX11" fmla="*/ 13687 w 177460"/>
                                  <a:gd name="connsiteY11" fmla="*/ 368489 h 429904"/>
                                  <a:gd name="connsiteX12" fmla="*/ 20511 w 177460"/>
                                  <a:gd name="connsiteY12" fmla="*/ 423080 h 429904"/>
                                  <a:gd name="connsiteX13" fmla="*/ 40982 w 177460"/>
                                  <a:gd name="connsiteY13" fmla="*/ 429904 h 42990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77460" h="429904">
                                    <a:moveTo>
                                      <a:pt x="177460" y="0"/>
                                    </a:moveTo>
                                    <a:cubicBezTo>
                                      <a:pt x="166087" y="4549"/>
                                      <a:pt x="153308" y="6527"/>
                                      <a:pt x="143340" y="13647"/>
                                    </a:cubicBezTo>
                                    <a:cubicBezTo>
                                      <a:pt x="136666" y="18414"/>
                                      <a:pt x="133361" y="26784"/>
                                      <a:pt x="129693" y="34119"/>
                                    </a:cubicBezTo>
                                    <a:cubicBezTo>
                                      <a:pt x="124798" y="43909"/>
                                      <a:pt x="118232" y="73140"/>
                                      <a:pt x="116045" y="81886"/>
                                    </a:cubicBezTo>
                                    <a:cubicBezTo>
                                      <a:pt x="113770" y="102358"/>
                                      <a:pt x="120279" y="125924"/>
                                      <a:pt x="109221" y="143301"/>
                                    </a:cubicBezTo>
                                    <a:cubicBezTo>
                                      <a:pt x="109221" y="143302"/>
                                      <a:pt x="58042" y="160361"/>
                                      <a:pt x="47806" y="163773"/>
                                    </a:cubicBezTo>
                                    <a:lnTo>
                                      <a:pt x="27335" y="170597"/>
                                    </a:lnTo>
                                    <a:cubicBezTo>
                                      <a:pt x="29609" y="181970"/>
                                      <a:pt x="31345" y="193464"/>
                                      <a:pt x="34158" y="204716"/>
                                    </a:cubicBezTo>
                                    <a:cubicBezTo>
                                      <a:pt x="39938" y="227839"/>
                                      <a:pt x="49989" y="231602"/>
                                      <a:pt x="34158" y="259307"/>
                                    </a:cubicBezTo>
                                    <a:cubicBezTo>
                                      <a:pt x="30089" y="266428"/>
                                      <a:pt x="20511" y="268406"/>
                                      <a:pt x="13687" y="272955"/>
                                    </a:cubicBezTo>
                                    <a:cubicBezTo>
                                      <a:pt x="-1920" y="319774"/>
                                      <a:pt x="-4160" y="303925"/>
                                      <a:pt x="6863" y="348017"/>
                                    </a:cubicBezTo>
                                    <a:cubicBezTo>
                                      <a:pt x="8608" y="354995"/>
                                      <a:pt x="11412" y="361665"/>
                                      <a:pt x="13687" y="368489"/>
                                    </a:cubicBezTo>
                                    <a:cubicBezTo>
                                      <a:pt x="15962" y="386686"/>
                                      <a:pt x="13063" y="406322"/>
                                      <a:pt x="20511" y="423080"/>
                                    </a:cubicBezTo>
                                    <a:cubicBezTo>
                                      <a:pt x="23432" y="429653"/>
                                      <a:pt x="40982" y="429904"/>
                                      <a:pt x="40982" y="429904"/>
                                    </a:cubicBezTo>
                                  </a:path>
                                </a:pathLst>
                              </a:cu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4" o:spid="_x0000_s1026" style="position:absolute;margin-left:137.45pt;margin-top:300.45pt;width:13.95pt;height:33.85pt;z-index:251661312;visibility:visible;mso-wrap-style:square;mso-wrap-distance-left:9pt;mso-wrap-distance-top:0;mso-wrap-distance-right:9pt;mso-wrap-distance-bottom:0;mso-position-horizontal:absolute;mso-position-horizontal-relative:text;mso-position-vertical:absolute;mso-position-vertical-relative:page;v-text-anchor:middle" coordsize="177460,4299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" path="m177460,c166087,4549,153308,6527,143340,13647v-6674,4767,-9979,13137,-13647,20472c124798,43909,118232,73140,116045,81886v-2275,20472,4234,44038,-6824,61415c109221,143302,58042,160361,47806,163773r-20471,6824c29609,181970,31345,193464,34158,204716v5780,23123,15831,26886,,54591c30089,266428,20511,268406,13687,272955,-1920,319774,-4160,303925,6863,348017v1745,6978,4549,13648,6824,20472c15962,386686,13063,406322,20511,423080v2921,6573,20471,6824,20471,6824e" filled="f" strokecolor="red" strokeweight="1.5pt">
                      <v:stroke joinstyle="miter"/>
                      <v:path arrowok="t" o:connecttype="custom" o:connectlocs="177460,0;143340,13647;129693,34119;116045,81886;109221,143301;47806,163773;27335,170597;34158,204716;34158,259307;13687,272955;6863,348017;13687,368489;20511,423080;40982,429904" o:connectangles="0,0,0,0,0,0,0,0,0,0,0,0,0,0"/>
                      <w10:wrap anchory="page"/>
                    </v:shape>
                  </w:pict>
                </mc:Fallback>
              </mc:AlternateContent>
            </w:r>
            <w:r w:rsidR="000A4C91">
              <w:rPr>
                <w:noProof/>
                <w:lang w:eastAsia="en-GB"/>
              </w:rPr>
              <mc:AlternateContent>
                <mc:Choice Requires="wps">
                  <w:drawing>
                    <wp:anchor distT="0" distB="0" distL="114300" distR="114300" simplePos="0" relativeHeight="251660288" behindDoc="0" locked="0" layoutInCell="1" allowOverlap="1">
                      <wp:simplePos x="0" y="0"/>
                      <wp:positionH relativeFrom="column">
                        <wp:posOffset>1848194</wp:posOffset>
                      </wp:positionH>
                      <wp:positionV relativeFrom="page">
                        <wp:posOffset>3631224</wp:posOffset>
                      </wp:positionV>
                      <wp:extent cx="81887" cy="1037230"/>
                      <wp:effectExtent l="38100" t="19050" r="33020" b="10795"/>
                      <wp:wrapNone/>
                      <wp:docPr id="3" name="Freeform 3"/>
                      <wp:cNvGraphicFramePr/>
                      <a:graphic xmlns:a="http://schemas.openxmlformats.org/drawingml/2006/main">
                        <a:graphicData uri="http://schemas.microsoft.com/office/word/2010/wordprocessingShape">
                          <wps:wsp>
                            <wps:cNvSpPr/>
                            <wps:spPr>
                              <a:xfrm>
                                <a:off x="0" y="0"/>
                                <a:ext cx="81887" cy="1037230"/>
                              </a:xfrm>
                              <a:custGeom>
                                <a:avLst/>
                                <a:gdLst>
                                  <a:gd name="connsiteX0" fmla="*/ 13648 w 95535"/>
                                  <a:gd name="connsiteY0" fmla="*/ 0 h 1037230"/>
                                  <a:gd name="connsiteX1" fmla="*/ 47768 w 95535"/>
                                  <a:gd name="connsiteY1" fmla="*/ 20471 h 1037230"/>
                                  <a:gd name="connsiteX2" fmla="*/ 54591 w 95535"/>
                                  <a:gd name="connsiteY2" fmla="*/ 68239 h 1037230"/>
                                  <a:gd name="connsiteX3" fmla="*/ 75063 w 95535"/>
                                  <a:gd name="connsiteY3" fmla="*/ 109182 h 1037230"/>
                                  <a:gd name="connsiteX4" fmla="*/ 95535 w 95535"/>
                                  <a:gd name="connsiteY4" fmla="*/ 116006 h 1037230"/>
                                  <a:gd name="connsiteX5" fmla="*/ 81887 w 95535"/>
                                  <a:gd name="connsiteY5" fmla="*/ 156949 h 1037230"/>
                                  <a:gd name="connsiteX6" fmla="*/ 75063 w 95535"/>
                                  <a:gd name="connsiteY6" fmla="*/ 177421 h 1037230"/>
                                  <a:gd name="connsiteX7" fmla="*/ 81887 w 95535"/>
                                  <a:gd name="connsiteY7" fmla="*/ 211540 h 1037230"/>
                                  <a:gd name="connsiteX8" fmla="*/ 88711 w 95535"/>
                                  <a:gd name="connsiteY8" fmla="*/ 238836 h 1037230"/>
                                  <a:gd name="connsiteX9" fmla="*/ 81887 w 95535"/>
                                  <a:gd name="connsiteY9" fmla="*/ 293427 h 1037230"/>
                                  <a:gd name="connsiteX10" fmla="*/ 68239 w 95535"/>
                                  <a:gd name="connsiteY10" fmla="*/ 313898 h 1037230"/>
                                  <a:gd name="connsiteX11" fmla="*/ 61415 w 95535"/>
                                  <a:gd name="connsiteY11" fmla="*/ 334370 h 1037230"/>
                                  <a:gd name="connsiteX12" fmla="*/ 47768 w 95535"/>
                                  <a:gd name="connsiteY12" fmla="*/ 354842 h 1037230"/>
                                  <a:gd name="connsiteX13" fmla="*/ 61415 w 95535"/>
                                  <a:gd name="connsiteY13" fmla="*/ 416257 h 1037230"/>
                                  <a:gd name="connsiteX14" fmla="*/ 54591 w 95535"/>
                                  <a:gd name="connsiteY14" fmla="*/ 470848 h 1037230"/>
                                  <a:gd name="connsiteX15" fmla="*/ 68239 w 95535"/>
                                  <a:gd name="connsiteY15" fmla="*/ 539086 h 1037230"/>
                                  <a:gd name="connsiteX16" fmla="*/ 61415 w 95535"/>
                                  <a:gd name="connsiteY16" fmla="*/ 580030 h 1037230"/>
                                  <a:gd name="connsiteX17" fmla="*/ 47768 w 95535"/>
                                  <a:gd name="connsiteY17" fmla="*/ 600501 h 1037230"/>
                                  <a:gd name="connsiteX18" fmla="*/ 0 w 95535"/>
                                  <a:gd name="connsiteY18" fmla="*/ 634621 h 1037230"/>
                                  <a:gd name="connsiteX19" fmla="*/ 13648 w 95535"/>
                                  <a:gd name="connsiteY19" fmla="*/ 682388 h 1037230"/>
                                  <a:gd name="connsiteX20" fmla="*/ 34120 w 95535"/>
                                  <a:gd name="connsiteY20" fmla="*/ 696036 h 1037230"/>
                                  <a:gd name="connsiteX21" fmla="*/ 47768 w 95535"/>
                                  <a:gd name="connsiteY21" fmla="*/ 757451 h 1037230"/>
                                  <a:gd name="connsiteX22" fmla="*/ 54591 w 95535"/>
                                  <a:gd name="connsiteY22" fmla="*/ 798394 h 1037230"/>
                                  <a:gd name="connsiteX23" fmla="*/ 68239 w 95535"/>
                                  <a:gd name="connsiteY23" fmla="*/ 818865 h 1037230"/>
                                  <a:gd name="connsiteX24" fmla="*/ 61415 w 95535"/>
                                  <a:gd name="connsiteY24" fmla="*/ 846161 h 1037230"/>
                                  <a:gd name="connsiteX25" fmla="*/ 54591 w 95535"/>
                                  <a:gd name="connsiteY25" fmla="*/ 893928 h 1037230"/>
                                  <a:gd name="connsiteX26" fmla="*/ 34120 w 95535"/>
                                  <a:gd name="connsiteY26" fmla="*/ 907576 h 1037230"/>
                                  <a:gd name="connsiteX27" fmla="*/ 13648 w 95535"/>
                                  <a:gd name="connsiteY27" fmla="*/ 928048 h 1037230"/>
                                  <a:gd name="connsiteX28" fmla="*/ 20472 w 95535"/>
                                  <a:gd name="connsiteY28" fmla="*/ 948519 h 1037230"/>
                                  <a:gd name="connsiteX29" fmla="*/ 40944 w 95535"/>
                                  <a:gd name="connsiteY29" fmla="*/ 968991 h 1037230"/>
                                  <a:gd name="connsiteX30" fmla="*/ 34120 w 95535"/>
                                  <a:gd name="connsiteY30" fmla="*/ 1030406 h 1037230"/>
                                  <a:gd name="connsiteX31" fmla="*/ 27296 w 95535"/>
                                  <a:gd name="connsiteY31" fmla="*/ 1037230 h 1037230"/>
                                  <a:gd name="connsiteX0" fmla="*/ 221 w 82108"/>
                                  <a:gd name="connsiteY0" fmla="*/ 0 h 1037230"/>
                                  <a:gd name="connsiteX1" fmla="*/ 34341 w 82108"/>
                                  <a:gd name="connsiteY1" fmla="*/ 20471 h 1037230"/>
                                  <a:gd name="connsiteX2" fmla="*/ 41164 w 82108"/>
                                  <a:gd name="connsiteY2" fmla="*/ 68239 h 1037230"/>
                                  <a:gd name="connsiteX3" fmla="*/ 61636 w 82108"/>
                                  <a:gd name="connsiteY3" fmla="*/ 109182 h 1037230"/>
                                  <a:gd name="connsiteX4" fmla="*/ 82108 w 82108"/>
                                  <a:gd name="connsiteY4" fmla="*/ 116006 h 1037230"/>
                                  <a:gd name="connsiteX5" fmla="*/ 68460 w 82108"/>
                                  <a:gd name="connsiteY5" fmla="*/ 156949 h 1037230"/>
                                  <a:gd name="connsiteX6" fmla="*/ 61636 w 82108"/>
                                  <a:gd name="connsiteY6" fmla="*/ 177421 h 1037230"/>
                                  <a:gd name="connsiteX7" fmla="*/ 68460 w 82108"/>
                                  <a:gd name="connsiteY7" fmla="*/ 211540 h 1037230"/>
                                  <a:gd name="connsiteX8" fmla="*/ 75284 w 82108"/>
                                  <a:gd name="connsiteY8" fmla="*/ 238836 h 1037230"/>
                                  <a:gd name="connsiteX9" fmla="*/ 68460 w 82108"/>
                                  <a:gd name="connsiteY9" fmla="*/ 293427 h 1037230"/>
                                  <a:gd name="connsiteX10" fmla="*/ 54812 w 82108"/>
                                  <a:gd name="connsiteY10" fmla="*/ 313898 h 1037230"/>
                                  <a:gd name="connsiteX11" fmla="*/ 47988 w 82108"/>
                                  <a:gd name="connsiteY11" fmla="*/ 334370 h 1037230"/>
                                  <a:gd name="connsiteX12" fmla="*/ 34341 w 82108"/>
                                  <a:gd name="connsiteY12" fmla="*/ 354842 h 1037230"/>
                                  <a:gd name="connsiteX13" fmla="*/ 47988 w 82108"/>
                                  <a:gd name="connsiteY13" fmla="*/ 416257 h 1037230"/>
                                  <a:gd name="connsiteX14" fmla="*/ 41164 w 82108"/>
                                  <a:gd name="connsiteY14" fmla="*/ 470848 h 1037230"/>
                                  <a:gd name="connsiteX15" fmla="*/ 54812 w 82108"/>
                                  <a:gd name="connsiteY15" fmla="*/ 539086 h 1037230"/>
                                  <a:gd name="connsiteX16" fmla="*/ 47988 w 82108"/>
                                  <a:gd name="connsiteY16" fmla="*/ 580030 h 1037230"/>
                                  <a:gd name="connsiteX17" fmla="*/ 34341 w 82108"/>
                                  <a:gd name="connsiteY17" fmla="*/ 600501 h 1037230"/>
                                  <a:gd name="connsiteX18" fmla="*/ 221 w 82108"/>
                                  <a:gd name="connsiteY18" fmla="*/ 682388 h 1037230"/>
                                  <a:gd name="connsiteX19" fmla="*/ 20693 w 82108"/>
                                  <a:gd name="connsiteY19" fmla="*/ 696036 h 1037230"/>
                                  <a:gd name="connsiteX20" fmla="*/ 34341 w 82108"/>
                                  <a:gd name="connsiteY20" fmla="*/ 757451 h 1037230"/>
                                  <a:gd name="connsiteX21" fmla="*/ 41164 w 82108"/>
                                  <a:gd name="connsiteY21" fmla="*/ 798394 h 1037230"/>
                                  <a:gd name="connsiteX22" fmla="*/ 54812 w 82108"/>
                                  <a:gd name="connsiteY22" fmla="*/ 818865 h 1037230"/>
                                  <a:gd name="connsiteX23" fmla="*/ 47988 w 82108"/>
                                  <a:gd name="connsiteY23" fmla="*/ 846161 h 1037230"/>
                                  <a:gd name="connsiteX24" fmla="*/ 41164 w 82108"/>
                                  <a:gd name="connsiteY24" fmla="*/ 893928 h 1037230"/>
                                  <a:gd name="connsiteX25" fmla="*/ 20693 w 82108"/>
                                  <a:gd name="connsiteY25" fmla="*/ 907576 h 1037230"/>
                                  <a:gd name="connsiteX26" fmla="*/ 221 w 82108"/>
                                  <a:gd name="connsiteY26" fmla="*/ 928048 h 1037230"/>
                                  <a:gd name="connsiteX27" fmla="*/ 7045 w 82108"/>
                                  <a:gd name="connsiteY27" fmla="*/ 948519 h 1037230"/>
                                  <a:gd name="connsiteX28" fmla="*/ 27517 w 82108"/>
                                  <a:gd name="connsiteY28" fmla="*/ 968991 h 1037230"/>
                                  <a:gd name="connsiteX29" fmla="*/ 20693 w 82108"/>
                                  <a:gd name="connsiteY29" fmla="*/ 1030406 h 1037230"/>
                                  <a:gd name="connsiteX30" fmla="*/ 13869 w 82108"/>
                                  <a:gd name="connsiteY30" fmla="*/ 1037230 h 1037230"/>
                                  <a:gd name="connsiteX0" fmla="*/ 0 w 81887"/>
                                  <a:gd name="connsiteY0" fmla="*/ 0 h 1037230"/>
                                  <a:gd name="connsiteX1" fmla="*/ 34120 w 81887"/>
                                  <a:gd name="connsiteY1" fmla="*/ 20471 h 1037230"/>
                                  <a:gd name="connsiteX2" fmla="*/ 40943 w 81887"/>
                                  <a:gd name="connsiteY2" fmla="*/ 68239 h 1037230"/>
                                  <a:gd name="connsiteX3" fmla="*/ 61415 w 81887"/>
                                  <a:gd name="connsiteY3" fmla="*/ 109182 h 1037230"/>
                                  <a:gd name="connsiteX4" fmla="*/ 81887 w 81887"/>
                                  <a:gd name="connsiteY4" fmla="*/ 116006 h 1037230"/>
                                  <a:gd name="connsiteX5" fmla="*/ 68239 w 81887"/>
                                  <a:gd name="connsiteY5" fmla="*/ 156949 h 1037230"/>
                                  <a:gd name="connsiteX6" fmla="*/ 61415 w 81887"/>
                                  <a:gd name="connsiteY6" fmla="*/ 177421 h 1037230"/>
                                  <a:gd name="connsiteX7" fmla="*/ 68239 w 81887"/>
                                  <a:gd name="connsiteY7" fmla="*/ 211540 h 1037230"/>
                                  <a:gd name="connsiteX8" fmla="*/ 75063 w 81887"/>
                                  <a:gd name="connsiteY8" fmla="*/ 238836 h 1037230"/>
                                  <a:gd name="connsiteX9" fmla="*/ 68239 w 81887"/>
                                  <a:gd name="connsiteY9" fmla="*/ 293427 h 1037230"/>
                                  <a:gd name="connsiteX10" fmla="*/ 54591 w 81887"/>
                                  <a:gd name="connsiteY10" fmla="*/ 313898 h 1037230"/>
                                  <a:gd name="connsiteX11" fmla="*/ 47767 w 81887"/>
                                  <a:gd name="connsiteY11" fmla="*/ 334370 h 1037230"/>
                                  <a:gd name="connsiteX12" fmla="*/ 34120 w 81887"/>
                                  <a:gd name="connsiteY12" fmla="*/ 354842 h 1037230"/>
                                  <a:gd name="connsiteX13" fmla="*/ 47767 w 81887"/>
                                  <a:gd name="connsiteY13" fmla="*/ 416257 h 1037230"/>
                                  <a:gd name="connsiteX14" fmla="*/ 40943 w 81887"/>
                                  <a:gd name="connsiteY14" fmla="*/ 470848 h 1037230"/>
                                  <a:gd name="connsiteX15" fmla="*/ 54591 w 81887"/>
                                  <a:gd name="connsiteY15" fmla="*/ 539086 h 1037230"/>
                                  <a:gd name="connsiteX16" fmla="*/ 47767 w 81887"/>
                                  <a:gd name="connsiteY16" fmla="*/ 580030 h 1037230"/>
                                  <a:gd name="connsiteX17" fmla="*/ 34120 w 81887"/>
                                  <a:gd name="connsiteY17" fmla="*/ 600501 h 1037230"/>
                                  <a:gd name="connsiteX18" fmla="*/ 20472 w 81887"/>
                                  <a:gd name="connsiteY18" fmla="*/ 696036 h 1037230"/>
                                  <a:gd name="connsiteX19" fmla="*/ 34120 w 81887"/>
                                  <a:gd name="connsiteY19" fmla="*/ 757451 h 1037230"/>
                                  <a:gd name="connsiteX20" fmla="*/ 40943 w 81887"/>
                                  <a:gd name="connsiteY20" fmla="*/ 798394 h 1037230"/>
                                  <a:gd name="connsiteX21" fmla="*/ 54591 w 81887"/>
                                  <a:gd name="connsiteY21" fmla="*/ 818865 h 1037230"/>
                                  <a:gd name="connsiteX22" fmla="*/ 47767 w 81887"/>
                                  <a:gd name="connsiteY22" fmla="*/ 846161 h 1037230"/>
                                  <a:gd name="connsiteX23" fmla="*/ 40943 w 81887"/>
                                  <a:gd name="connsiteY23" fmla="*/ 893928 h 1037230"/>
                                  <a:gd name="connsiteX24" fmla="*/ 20472 w 81887"/>
                                  <a:gd name="connsiteY24" fmla="*/ 907576 h 1037230"/>
                                  <a:gd name="connsiteX25" fmla="*/ 0 w 81887"/>
                                  <a:gd name="connsiteY25" fmla="*/ 928048 h 1037230"/>
                                  <a:gd name="connsiteX26" fmla="*/ 6824 w 81887"/>
                                  <a:gd name="connsiteY26" fmla="*/ 948519 h 1037230"/>
                                  <a:gd name="connsiteX27" fmla="*/ 27296 w 81887"/>
                                  <a:gd name="connsiteY27" fmla="*/ 968991 h 1037230"/>
                                  <a:gd name="connsiteX28" fmla="*/ 20472 w 81887"/>
                                  <a:gd name="connsiteY28" fmla="*/ 1030406 h 1037230"/>
                                  <a:gd name="connsiteX29" fmla="*/ 13648 w 81887"/>
                                  <a:gd name="connsiteY29" fmla="*/ 1037230 h 103723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Lst>
                                <a:rect l="l" t="t" r="r" b="b"/>
                                <a:pathLst>
                                  <a:path w="81887" h="1037230">
                                    <a:moveTo>
                                      <a:pt x="0" y="0"/>
                                    </a:moveTo>
                                    <a:cubicBezTo>
                                      <a:pt x="11373" y="6824"/>
                                      <a:pt x="27296" y="9098"/>
                                      <a:pt x="34120" y="20471"/>
                                    </a:cubicBezTo>
                                    <a:cubicBezTo>
                                      <a:pt x="42395" y="34263"/>
                                      <a:pt x="37789" y="52467"/>
                                      <a:pt x="40943" y="68239"/>
                                    </a:cubicBezTo>
                                    <a:cubicBezTo>
                                      <a:pt x="43297" y="80012"/>
                                      <a:pt x="51831" y="101515"/>
                                      <a:pt x="61415" y="109182"/>
                                    </a:cubicBezTo>
                                    <a:cubicBezTo>
                                      <a:pt x="67032" y="113676"/>
                                      <a:pt x="75063" y="113731"/>
                                      <a:pt x="81887" y="116006"/>
                                    </a:cubicBezTo>
                                    <a:lnTo>
                                      <a:pt x="68239" y="156949"/>
                                    </a:lnTo>
                                    <a:lnTo>
                                      <a:pt x="61415" y="177421"/>
                                    </a:lnTo>
                                    <a:cubicBezTo>
                                      <a:pt x="63690" y="188794"/>
                                      <a:pt x="65723" y="200218"/>
                                      <a:pt x="68239" y="211540"/>
                                    </a:cubicBezTo>
                                    <a:cubicBezTo>
                                      <a:pt x="70274" y="220695"/>
                                      <a:pt x="75063" y="229457"/>
                                      <a:pt x="75063" y="238836"/>
                                    </a:cubicBezTo>
                                    <a:cubicBezTo>
                                      <a:pt x="75063" y="257175"/>
                                      <a:pt x="73064" y="275735"/>
                                      <a:pt x="68239" y="293427"/>
                                    </a:cubicBezTo>
                                    <a:cubicBezTo>
                                      <a:pt x="66081" y="301339"/>
                                      <a:pt x="59140" y="307074"/>
                                      <a:pt x="54591" y="313898"/>
                                    </a:cubicBezTo>
                                    <a:cubicBezTo>
                                      <a:pt x="52316" y="320722"/>
                                      <a:pt x="50984" y="327936"/>
                                      <a:pt x="47767" y="334370"/>
                                    </a:cubicBezTo>
                                    <a:cubicBezTo>
                                      <a:pt x="44099" y="341705"/>
                                      <a:pt x="35026" y="346691"/>
                                      <a:pt x="34120" y="354842"/>
                                    </a:cubicBezTo>
                                    <a:cubicBezTo>
                                      <a:pt x="32118" y="372858"/>
                                      <a:pt x="41770" y="398267"/>
                                      <a:pt x="47767" y="416257"/>
                                    </a:cubicBezTo>
                                    <a:cubicBezTo>
                                      <a:pt x="45492" y="434454"/>
                                      <a:pt x="40943" y="452509"/>
                                      <a:pt x="40943" y="470848"/>
                                    </a:cubicBezTo>
                                    <a:cubicBezTo>
                                      <a:pt x="40943" y="502213"/>
                                      <a:pt x="46187" y="513876"/>
                                      <a:pt x="54591" y="539086"/>
                                    </a:cubicBezTo>
                                    <a:cubicBezTo>
                                      <a:pt x="52316" y="552734"/>
                                      <a:pt x="52142" y="566904"/>
                                      <a:pt x="47767" y="580030"/>
                                    </a:cubicBezTo>
                                    <a:cubicBezTo>
                                      <a:pt x="45174" y="587810"/>
                                      <a:pt x="38669" y="581167"/>
                                      <a:pt x="34120" y="600501"/>
                                    </a:cubicBezTo>
                                    <a:cubicBezTo>
                                      <a:pt x="29571" y="619835"/>
                                      <a:pt x="20472" y="669878"/>
                                      <a:pt x="20472" y="696036"/>
                                    </a:cubicBezTo>
                                    <a:cubicBezTo>
                                      <a:pt x="52316" y="743803"/>
                                      <a:pt x="56865" y="723331"/>
                                      <a:pt x="34120" y="757451"/>
                                    </a:cubicBezTo>
                                    <a:cubicBezTo>
                                      <a:pt x="36394" y="771099"/>
                                      <a:pt x="36568" y="785268"/>
                                      <a:pt x="40943" y="798394"/>
                                    </a:cubicBezTo>
                                    <a:cubicBezTo>
                                      <a:pt x="43536" y="806174"/>
                                      <a:pt x="53431" y="810746"/>
                                      <a:pt x="54591" y="818865"/>
                                    </a:cubicBezTo>
                                    <a:cubicBezTo>
                                      <a:pt x="55917" y="828149"/>
                                      <a:pt x="49445" y="836934"/>
                                      <a:pt x="47767" y="846161"/>
                                    </a:cubicBezTo>
                                    <a:cubicBezTo>
                                      <a:pt x="44890" y="861986"/>
                                      <a:pt x="47475" y="879230"/>
                                      <a:pt x="40943" y="893928"/>
                                    </a:cubicBezTo>
                                    <a:cubicBezTo>
                                      <a:pt x="37612" y="901422"/>
                                      <a:pt x="26772" y="902326"/>
                                      <a:pt x="20472" y="907576"/>
                                    </a:cubicBezTo>
                                    <a:cubicBezTo>
                                      <a:pt x="13058" y="913754"/>
                                      <a:pt x="6824" y="921224"/>
                                      <a:pt x="0" y="928048"/>
                                    </a:cubicBezTo>
                                    <a:cubicBezTo>
                                      <a:pt x="2275" y="934872"/>
                                      <a:pt x="2834" y="942534"/>
                                      <a:pt x="6824" y="948519"/>
                                    </a:cubicBezTo>
                                    <a:cubicBezTo>
                                      <a:pt x="12177" y="956549"/>
                                      <a:pt x="25709" y="959472"/>
                                      <a:pt x="27296" y="968991"/>
                                    </a:cubicBezTo>
                                    <a:cubicBezTo>
                                      <a:pt x="30682" y="989308"/>
                                      <a:pt x="24512" y="1010208"/>
                                      <a:pt x="20472" y="1030406"/>
                                    </a:cubicBezTo>
                                    <a:cubicBezTo>
                                      <a:pt x="19841" y="1033560"/>
                                      <a:pt x="15923" y="1034955"/>
                                      <a:pt x="13648" y="1037230"/>
                                    </a:cubicBezTo>
                                  </a:path>
                                </a:pathLst>
                              </a:cu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Freeform 3" o:spid="_x0000_s1026" style="position:absolute;margin-left:145.55pt;margin-top:285.9pt;width:6.45pt;height:81.65pt;z-index:251660288;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v-text-anchor:middle" coordsize="81887,1037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" path="m,c11373,6824,27296,9098,34120,20471v8275,13792,3669,31996,6823,47768c43297,80012,51831,101515,61415,109182v5617,4494,13648,4549,20472,6824l68239,156949r-6824,20472c63690,188794,65723,200218,68239,211540v2035,9155,6824,17917,6824,27296c75063,257175,73064,275735,68239,293427v-2158,7912,-9099,13647,-13648,20471c52316,320722,50984,327936,47767,334370v-3668,7335,-12741,12321,-13647,20472c32118,372858,41770,398267,47767,416257v-2275,18197,-6824,36252,-6824,54591c40943,502213,46187,513876,54591,539086v-2275,13648,-2449,27818,-6824,40944c45174,587810,38669,581167,34120,600501v-4549,19334,-13648,69377,-13648,95535c52316,743803,56865,723331,34120,757451v2274,13648,2448,27817,6823,40943c43536,806174,53431,810746,54591,818865v1326,9284,-5146,18069,-6824,27296c44890,861986,47475,879230,40943,893928v-3331,7494,-14171,8398,-20471,13648c13058,913754,6824,921224,,928048v2275,6824,2834,14486,6824,20471c12177,956549,25709,959472,27296,968991v3386,20317,-2784,41217,-6824,61415c19841,1033560,15923,1034955,13648,1037230e" filled="f" strokecolor="red" strokeweight="2.25pt">
                      <v:stroke joinstyle="miter"/>
                      <v:path arrowok="t" o:connecttype="custom" o:connectlocs="0,0;34120,20471;40943,68239;61415,109182;81887,116006;68239,156949;61415,177421;68239,211540;75063,238836;68239,293427;54591,313898;47767,334370;34120,354842;47767,416257;40943,470848;54591,539086;47767,580030;34120,600501;20472,696036;34120,757451;40943,798394;54591,818865;47767,846161;40943,893928;20472,907576;0,928048;6824,948519;27296,968991;20472,1030406;13648,1037230" o:connectangles="0,0,0,0,0,0,0,0,0,0,0,0,0,0,0,0,0,0,0,0,0,0,0,0,0,0,0,0,0,0"/>
                      <w10:wrap anchory="page"/>
                    </v:shape>
                  </w:pict>
                </mc:Fallback>
              </mc:AlternateContent>
            </w:r>
            <w:r w:rsidR="000A4C91">
              <w:rPr>
                <w:noProof/>
                <w:lang w:eastAsia="en-GB"/>
              </w:rPr>
              <mc:AlternateContent>
                <mc:Choice Requires="wps">
                  <w:drawing>
                    <wp:anchor distT="0" distB="0" distL="114300" distR="114300" simplePos="0" relativeHeight="251659264" behindDoc="0" locked="0" layoutInCell="1" allowOverlap="1">
                      <wp:simplePos x="0" y="0"/>
                      <wp:positionH relativeFrom="column">
                        <wp:posOffset>1772759</wp:posOffset>
                      </wp:positionH>
                      <wp:positionV relativeFrom="page">
                        <wp:posOffset>1385570</wp:posOffset>
                      </wp:positionV>
                      <wp:extent cx="70864" cy="2284600"/>
                      <wp:effectExtent l="57150" t="19050" r="62865" b="40005"/>
                      <wp:wrapNone/>
                      <wp:docPr id="2" name="Freeform 2"/>
                      <wp:cNvGraphicFramePr/>
                      <a:graphic xmlns:a="http://schemas.openxmlformats.org/drawingml/2006/main">
                        <a:graphicData uri="http://schemas.microsoft.com/office/word/2010/wordprocessingShape">
                          <wps:wsp>
                            <wps:cNvSpPr/>
                            <wps:spPr>
                              <a:xfrm>
                                <a:off x="0" y="0"/>
                                <a:ext cx="70864" cy="2284600"/>
                              </a:xfrm>
                              <a:custGeom>
                                <a:avLst/>
                                <a:gdLst>
                                  <a:gd name="connsiteX0" fmla="*/ 0 w 70864"/>
                                  <a:gd name="connsiteY0" fmla="*/ 0 h 2243652"/>
                                  <a:gd name="connsiteX1" fmla="*/ 13647 w 70864"/>
                                  <a:gd name="connsiteY1" fmla="*/ 300251 h 2243652"/>
                                  <a:gd name="connsiteX2" fmla="*/ 34119 w 70864"/>
                                  <a:gd name="connsiteY2" fmla="*/ 661917 h 2243652"/>
                                  <a:gd name="connsiteX3" fmla="*/ 54591 w 70864"/>
                                  <a:gd name="connsiteY3" fmla="*/ 1091821 h 2243652"/>
                                  <a:gd name="connsiteX4" fmla="*/ 54591 w 70864"/>
                                  <a:gd name="connsiteY4" fmla="*/ 1317009 h 2243652"/>
                                  <a:gd name="connsiteX5" fmla="*/ 61415 w 70864"/>
                                  <a:gd name="connsiteY5" fmla="*/ 1487606 h 2243652"/>
                                  <a:gd name="connsiteX6" fmla="*/ 61415 w 70864"/>
                                  <a:gd name="connsiteY6" fmla="*/ 1624084 h 2243652"/>
                                  <a:gd name="connsiteX7" fmla="*/ 34119 w 70864"/>
                                  <a:gd name="connsiteY7" fmla="*/ 1821976 h 2243652"/>
                                  <a:gd name="connsiteX8" fmla="*/ 40943 w 70864"/>
                                  <a:gd name="connsiteY8" fmla="*/ 1951630 h 2243652"/>
                                  <a:gd name="connsiteX9" fmla="*/ 68238 w 70864"/>
                                  <a:gd name="connsiteY9" fmla="*/ 2210938 h 2243652"/>
                                  <a:gd name="connsiteX10" fmla="*/ 68238 w 70864"/>
                                  <a:gd name="connsiteY10" fmla="*/ 2231409 h 2243652"/>
                                  <a:gd name="connsiteX0" fmla="*/ 0 w 70864"/>
                                  <a:gd name="connsiteY0" fmla="*/ 0 h 2284600"/>
                                  <a:gd name="connsiteX1" fmla="*/ 13647 w 70864"/>
                                  <a:gd name="connsiteY1" fmla="*/ 341199 h 2284600"/>
                                  <a:gd name="connsiteX2" fmla="*/ 34119 w 70864"/>
                                  <a:gd name="connsiteY2" fmla="*/ 702865 h 2284600"/>
                                  <a:gd name="connsiteX3" fmla="*/ 54591 w 70864"/>
                                  <a:gd name="connsiteY3" fmla="*/ 1132769 h 2284600"/>
                                  <a:gd name="connsiteX4" fmla="*/ 54591 w 70864"/>
                                  <a:gd name="connsiteY4" fmla="*/ 1357957 h 2284600"/>
                                  <a:gd name="connsiteX5" fmla="*/ 61415 w 70864"/>
                                  <a:gd name="connsiteY5" fmla="*/ 1528554 h 2284600"/>
                                  <a:gd name="connsiteX6" fmla="*/ 61415 w 70864"/>
                                  <a:gd name="connsiteY6" fmla="*/ 1665032 h 2284600"/>
                                  <a:gd name="connsiteX7" fmla="*/ 34119 w 70864"/>
                                  <a:gd name="connsiteY7" fmla="*/ 1862924 h 2284600"/>
                                  <a:gd name="connsiteX8" fmla="*/ 40943 w 70864"/>
                                  <a:gd name="connsiteY8" fmla="*/ 1992578 h 2284600"/>
                                  <a:gd name="connsiteX9" fmla="*/ 68238 w 70864"/>
                                  <a:gd name="connsiteY9" fmla="*/ 2251886 h 2284600"/>
                                  <a:gd name="connsiteX10" fmla="*/ 68238 w 70864"/>
                                  <a:gd name="connsiteY10" fmla="*/ 2272357 h 22846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70864" h="2284600">
                                    <a:moveTo>
                                      <a:pt x="0" y="0"/>
                                    </a:moveTo>
                                    <a:cubicBezTo>
                                      <a:pt x="3980" y="94966"/>
                                      <a:pt x="7961" y="224055"/>
                                      <a:pt x="13647" y="341199"/>
                                    </a:cubicBezTo>
                                    <a:cubicBezTo>
                                      <a:pt x="19333" y="458343"/>
                                      <a:pt x="27295" y="570937"/>
                                      <a:pt x="34119" y="702865"/>
                                    </a:cubicBezTo>
                                    <a:cubicBezTo>
                                      <a:pt x="40943" y="834793"/>
                                      <a:pt x="51179" y="1023587"/>
                                      <a:pt x="54591" y="1132769"/>
                                    </a:cubicBezTo>
                                    <a:cubicBezTo>
                                      <a:pt x="58003" y="1241951"/>
                                      <a:pt x="53454" y="1291993"/>
                                      <a:pt x="54591" y="1357957"/>
                                    </a:cubicBezTo>
                                    <a:cubicBezTo>
                                      <a:pt x="55728" y="1423921"/>
                                      <a:pt x="60278" y="1477375"/>
                                      <a:pt x="61415" y="1528554"/>
                                    </a:cubicBezTo>
                                    <a:cubicBezTo>
                                      <a:pt x="62552" y="1579733"/>
                                      <a:pt x="65964" y="1609304"/>
                                      <a:pt x="61415" y="1665032"/>
                                    </a:cubicBezTo>
                                    <a:cubicBezTo>
                                      <a:pt x="56866" y="1720760"/>
                                      <a:pt x="37531" y="1808333"/>
                                      <a:pt x="34119" y="1862924"/>
                                    </a:cubicBezTo>
                                    <a:cubicBezTo>
                                      <a:pt x="30707" y="1917515"/>
                                      <a:pt x="35257" y="1927751"/>
                                      <a:pt x="40943" y="1992578"/>
                                    </a:cubicBezTo>
                                    <a:cubicBezTo>
                                      <a:pt x="46630" y="2057405"/>
                                      <a:pt x="63689" y="2205256"/>
                                      <a:pt x="68238" y="2251886"/>
                                    </a:cubicBezTo>
                                    <a:cubicBezTo>
                                      <a:pt x="72787" y="2298516"/>
                                      <a:pt x="70512" y="2285436"/>
                                      <a:pt x="68238" y="2272357"/>
                                    </a:cubicBezTo>
                                  </a:path>
                                </a:pathLst>
                              </a:custGeom>
                              <a:noFill/>
                              <a:ln w="38100">
                                <a:solidFill>
                                  <a:srgbClr val="FF0000"/>
                                </a:solidFill>
                                <a:headEnd type="none" w="med" len="med"/>
                                <a:tailEnd type="triangle" w="med" len="me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Freeform 2" o:spid="_x0000_s1026" style="position:absolute;margin-left:139.6pt;margin-top:109.1pt;width:5.6pt;height:179.9pt;z-index:251659264;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coordsize="70864,2284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" path="m,c3980,94966,7961,224055,13647,341199v5686,117144,13648,229738,20472,361666c40943,834793,51179,1023587,54591,1132769v3412,109182,-1137,159224,,225188c55728,1423921,60278,1477375,61415,1528554v1137,51179,4549,80750,,136478c56866,1720760,37531,1808333,34119,1862924v-3412,54591,1138,64827,6824,129654c46630,2057405,63689,2205256,68238,2251886v4549,46630,2274,33550,,20471e" filled="f" strokecolor="red" strokeweight="3pt">
                      <v:stroke endarrow="block" joinstyle="miter"/>
                      <v:path arrowok="t" o:connecttype="custom" o:connectlocs="0,0;13647,341199;34119,702865;54591,1132769;54591,1357957;61415,1528554;61415,1665032;34119,1862924;40943,1992578;68238,2251886;68238,2272357" o:connectangles="0,0,0,0,0,0,0,0,0,0,0"/>
                      <w10:wrap anchory="page"/>
                    </v:shape>
                  </w:pict>
                </mc:Fallback>
              </mc:AlternateContent>
            </w:r>
          </w:p>
        </w:tc>
      </w:tr>
      <w:tr w:rsidR="009E0202" w:rsidTr="007E5FF0">
        <w:trPr>
          <w:trHeight w:hRule="exact" w:val="10433"/>
        </w:trPr>
        <w:tc>
          <w:tcPr>
            <w:tcW w:w="10206" w:type="dxa"/>
            <w:gridSpan w:val="3"/>
            <w:tcBorders>
              <w:top w:val="single" w:sz="4" w:space="0" w:color="000000"/>
              <w:bottom w:val="single" w:sz="4" w:space="0" w:color="000000"/>
            </w:tcBorders>
            <w:shd w:val="clear" w:color="auto" w:fill="auto"/>
            <w:tcMar>
              <w:top w:w="85" w:type="dxa"/>
              <w:bottom w:w="85" w:type="dxa"/>
              <w:right w:w="85" w:type="dxa"/>
            </w:tcMar>
          </w:tcPr>
          <w:p w:rsidR="00A3045E" w:rsidRPr="00BA0849" w:rsidRDefault="000A4C91" w:rsidP="00BA0849">
            <w:pPr>
              <w:pStyle w:val="CUSTOMColumnText"/>
              <w:spacing w:before="240"/>
              <w:rPr>
                <w:b/>
                <w:u w:val="single"/>
              </w:rPr>
            </w:pPr>
            <w:r w:rsidRPr="00BA0849">
              <w:rPr>
                <w:b/>
                <w:u w:val="single"/>
              </w:rPr>
              <w:lastRenderedPageBreak/>
              <w:t>RIGHT LEG</w:t>
            </w:r>
          </w:p>
          <w:p w:rsidR="000A4C91" w:rsidRDefault="00EB63F8" w:rsidP="00A3045E">
            <w:pPr>
              <w:pStyle w:val="CUSTOMColumnText"/>
            </w:pPr>
            <w:r>
              <w:t xml:space="preserve">The Common Femoral vein is patent with </w:t>
            </w:r>
            <w:proofErr w:type="spellStart"/>
            <w:r>
              <w:t>respirophasic</w:t>
            </w:r>
            <w:proofErr w:type="spellEnd"/>
            <w:r>
              <w:t xml:space="preserve"> flow detected indicating no proximal venous obstruction is present</w:t>
            </w:r>
          </w:p>
          <w:p w:rsidR="00EB63F8" w:rsidRDefault="00EB63F8" w:rsidP="00A3045E">
            <w:pPr>
              <w:pStyle w:val="CUSTOMColumnText"/>
            </w:pPr>
          </w:p>
          <w:p w:rsidR="00EB63F8" w:rsidRDefault="00EB63F8" w:rsidP="00A3045E">
            <w:pPr>
              <w:pStyle w:val="CUSTOMColumnText"/>
            </w:pPr>
            <w:r>
              <w:t>All the deep veins are patent and competent; no scarring to note</w:t>
            </w:r>
          </w:p>
          <w:p w:rsidR="00EB63F8" w:rsidRDefault="00EB63F8" w:rsidP="00A3045E">
            <w:pPr>
              <w:pStyle w:val="CUSTOMColumnText"/>
            </w:pPr>
          </w:p>
          <w:p w:rsidR="00EB63F8" w:rsidRDefault="00EB63F8" w:rsidP="00A3045E">
            <w:pPr>
              <w:pStyle w:val="CUSTOMColumnText"/>
            </w:pPr>
            <w:r>
              <w:t>No incompetent perforators identified</w:t>
            </w:r>
          </w:p>
          <w:p w:rsidR="00EB63F8" w:rsidRDefault="00EB63F8" w:rsidP="00A3045E">
            <w:pPr>
              <w:pStyle w:val="CUSTOMColumnText"/>
            </w:pPr>
          </w:p>
          <w:p w:rsidR="00EB63F8" w:rsidRDefault="00EB63F8" w:rsidP="00EB63F8">
            <w:pPr>
              <w:pStyle w:val="CUSTOMColumnText"/>
            </w:pPr>
            <w:r>
              <w:t xml:space="preserve">The </w:t>
            </w:r>
            <w:proofErr w:type="spellStart"/>
            <w:r>
              <w:t>Sapheno</w:t>
            </w:r>
            <w:proofErr w:type="spellEnd"/>
            <w:r>
              <w:t>-Femoral Junction (SFJ) is competent. The Great Saphenous vein (GSV) is noted to be incompetent from approximately 5-7cm below the groin crease. The GSV reflux exits into a varicose vein approximately 12cm below the knee crease. The GSV is noted to be competent below this level. The varicose vein tracks into the distal calf in the medial aspect of the leg.</w:t>
            </w:r>
          </w:p>
          <w:p w:rsidR="00EB63F8" w:rsidRDefault="00EB63F8" w:rsidP="007533CC">
            <w:pPr>
              <w:pStyle w:val="CUSTOMColumnText"/>
              <w:numPr>
                <w:ilvl w:val="0"/>
                <w:numId w:val="1"/>
              </w:numPr>
              <w:rPr>
                <w:b/>
                <w:i/>
                <w:sz w:val="16"/>
              </w:rPr>
            </w:pPr>
            <w:r w:rsidRPr="00EB63F8">
              <w:rPr>
                <w:b/>
                <w:i/>
                <w:sz w:val="16"/>
              </w:rPr>
              <w:t xml:space="preserve">The GSV measures: Prox-thigh= 5.5mm ; Mid-thigh= 5.5mm; </w:t>
            </w:r>
            <w:proofErr w:type="spellStart"/>
            <w:r w:rsidRPr="00EB63F8">
              <w:rPr>
                <w:b/>
                <w:i/>
                <w:sz w:val="16"/>
              </w:rPr>
              <w:t>Dist</w:t>
            </w:r>
            <w:proofErr w:type="spellEnd"/>
            <w:r w:rsidRPr="00EB63F8">
              <w:rPr>
                <w:b/>
                <w:i/>
                <w:sz w:val="16"/>
              </w:rPr>
              <w:t>-thigh= 5.6mm ; Prox-calf= 5.8mm; Mid-calf = 3.7mm</w:t>
            </w:r>
          </w:p>
          <w:p w:rsidR="007533CC" w:rsidRPr="007533CC" w:rsidRDefault="007533CC" w:rsidP="007533CC">
            <w:pPr>
              <w:pStyle w:val="CUSTOMColumnText"/>
              <w:ind w:left="720"/>
              <w:rPr>
                <w:sz w:val="16"/>
              </w:rPr>
            </w:pPr>
            <w:r>
              <w:rPr>
                <w:sz w:val="16"/>
              </w:rPr>
              <w:t>The GSV is straight and within the fascia</w:t>
            </w:r>
          </w:p>
          <w:p w:rsidR="00EB63F8" w:rsidRDefault="00EB63F8" w:rsidP="00EB63F8">
            <w:pPr>
              <w:pStyle w:val="CUSTOMColumnText"/>
              <w:spacing w:before="240"/>
            </w:pPr>
            <w:r>
              <w:t xml:space="preserve">The </w:t>
            </w:r>
            <w:proofErr w:type="spellStart"/>
            <w:r>
              <w:t>Sapheno</w:t>
            </w:r>
            <w:proofErr w:type="spellEnd"/>
            <w:r>
              <w:t xml:space="preserve">-Popliteal Junction (SPJ) and the Short Saphenous Vein (SSV) are patent and competent. </w:t>
            </w:r>
          </w:p>
          <w:p w:rsidR="00EB63F8" w:rsidRPr="00BA0849" w:rsidRDefault="00EB63F8" w:rsidP="00EB63F8">
            <w:pPr>
              <w:pStyle w:val="CUSTOMColumnText"/>
              <w:spacing w:before="240"/>
              <w:rPr>
                <w:b/>
                <w:u w:val="single"/>
              </w:rPr>
            </w:pPr>
            <w:r w:rsidRPr="00BA0849">
              <w:rPr>
                <w:b/>
                <w:u w:val="single"/>
              </w:rPr>
              <w:t>LEFT LEG</w:t>
            </w:r>
          </w:p>
          <w:p w:rsidR="00EB63F8" w:rsidRDefault="00EB63F8" w:rsidP="00EB63F8">
            <w:pPr>
              <w:pStyle w:val="CUSTOMColumnText"/>
            </w:pPr>
            <w:r>
              <w:t xml:space="preserve">The Common Femoral vein is patent with </w:t>
            </w:r>
            <w:proofErr w:type="spellStart"/>
            <w:r>
              <w:t>respirophasic</w:t>
            </w:r>
            <w:proofErr w:type="spellEnd"/>
            <w:r>
              <w:t xml:space="preserve"> flow detected indicating no proximal venous obstruction is present</w:t>
            </w:r>
          </w:p>
          <w:p w:rsidR="00EB63F8" w:rsidRDefault="00EB63F8" w:rsidP="00EB63F8">
            <w:pPr>
              <w:pStyle w:val="CUSTOMColumnText"/>
            </w:pPr>
          </w:p>
          <w:p w:rsidR="00EB63F8" w:rsidRDefault="00EB63F8" w:rsidP="00EB63F8">
            <w:pPr>
              <w:pStyle w:val="CUSTOMColumnText"/>
            </w:pPr>
            <w:r>
              <w:t>All the deep veins are patent and competent; no scarring to note</w:t>
            </w:r>
          </w:p>
          <w:p w:rsidR="00EB63F8" w:rsidRDefault="00EB63F8" w:rsidP="00EB63F8">
            <w:pPr>
              <w:pStyle w:val="CUSTOMColumnText"/>
            </w:pPr>
          </w:p>
          <w:p w:rsidR="00EB63F8" w:rsidRDefault="00EB63F8" w:rsidP="00EB63F8">
            <w:pPr>
              <w:pStyle w:val="CUSTOMColumnText"/>
            </w:pPr>
            <w:r>
              <w:t>No incompetent perforators identified</w:t>
            </w:r>
          </w:p>
          <w:p w:rsidR="00EB63F8" w:rsidRDefault="00EB63F8" w:rsidP="00EB63F8">
            <w:pPr>
              <w:pStyle w:val="CUSTOMColumnText"/>
              <w:spacing w:before="240"/>
            </w:pPr>
            <w:r>
              <w:t>The SFJ and proximal thigh GSV are patent and competent. The GSV is noted to be incompetent from the mid-thigh to distal calf. A varicose vein associated with the GSV is noted in the distal calf tracking into the foot.</w:t>
            </w:r>
          </w:p>
          <w:p w:rsidR="00EB63F8" w:rsidRDefault="00EB63F8" w:rsidP="007533CC">
            <w:pPr>
              <w:pStyle w:val="CUSTOMColumnText"/>
              <w:numPr>
                <w:ilvl w:val="0"/>
                <w:numId w:val="1"/>
              </w:numPr>
              <w:rPr>
                <w:b/>
                <w:i/>
                <w:sz w:val="16"/>
              </w:rPr>
            </w:pPr>
            <w:r w:rsidRPr="00EB63F8">
              <w:rPr>
                <w:b/>
                <w:i/>
                <w:sz w:val="16"/>
              </w:rPr>
              <w:t>The GSV measures: M</w:t>
            </w:r>
            <w:r w:rsidR="007533CC">
              <w:rPr>
                <w:b/>
                <w:i/>
                <w:sz w:val="16"/>
              </w:rPr>
              <w:t xml:space="preserve">id-thigh= 2.4mm; </w:t>
            </w:r>
            <w:proofErr w:type="spellStart"/>
            <w:r w:rsidR="007533CC">
              <w:rPr>
                <w:b/>
                <w:i/>
                <w:sz w:val="16"/>
              </w:rPr>
              <w:t>Dist</w:t>
            </w:r>
            <w:proofErr w:type="spellEnd"/>
            <w:r w:rsidR="007533CC">
              <w:rPr>
                <w:b/>
                <w:i/>
                <w:sz w:val="16"/>
              </w:rPr>
              <w:t>-thigh= 4.8mm;  Prox-calf= 5.7</w:t>
            </w:r>
            <w:r w:rsidRPr="00EB63F8">
              <w:rPr>
                <w:b/>
                <w:i/>
                <w:sz w:val="16"/>
              </w:rPr>
              <w:t xml:space="preserve">mm; </w:t>
            </w:r>
            <w:r w:rsidR="007533CC">
              <w:rPr>
                <w:b/>
                <w:i/>
                <w:sz w:val="16"/>
              </w:rPr>
              <w:t>Mid-calf = 5.3</w:t>
            </w:r>
            <w:r w:rsidRPr="00EB63F8">
              <w:rPr>
                <w:b/>
                <w:i/>
                <w:sz w:val="16"/>
              </w:rPr>
              <w:t>mm</w:t>
            </w:r>
            <w:r w:rsidR="007533CC">
              <w:rPr>
                <w:b/>
                <w:i/>
                <w:sz w:val="16"/>
              </w:rPr>
              <w:t xml:space="preserve">; </w:t>
            </w:r>
            <w:proofErr w:type="spellStart"/>
            <w:r w:rsidR="007533CC">
              <w:rPr>
                <w:b/>
                <w:i/>
                <w:sz w:val="16"/>
              </w:rPr>
              <w:t>Dist</w:t>
            </w:r>
            <w:proofErr w:type="spellEnd"/>
            <w:r w:rsidR="007533CC">
              <w:rPr>
                <w:b/>
                <w:i/>
                <w:sz w:val="16"/>
              </w:rPr>
              <w:t>-calf = 3.7mm</w:t>
            </w:r>
          </w:p>
          <w:p w:rsidR="007533CC" w:rsidRPr="007533CC" w:rsidRDefault="007533CC" w:rsidP="007533CC">
            <w:pPr>
              <w:pStyle w:val="CUSTOMColumnText"/>
              <w:ind w:left="720"/>
              <w:rPr>
                <w:sz w:val="16"/>
              </w:rPr>
            </w:pPr>
            <w:r>
              <w:rPr>
                <w:sz w:val="16"/>
              </w:rPr>
              <w:t>The GSV is straight and within the fascia</w:t>
            </w:r>
          </w:p>
          <w:p w:rsidR="007533CC" w:rsidRPr="00EB63F8" w:rsidRDefault="007533CC" w:rsidP="007533CC">
            <w:pPr>
              <w:pStyle w:val="CUSTOMColumnText"/>
              <w:rPr>
                <w:b/>
                <w:i/>
                <w:sz w:val="16"/>
              </w:rPr>
            </w:pPr>
          </w:p>
          <w:p w:rsidR="00EB63F8" w:rsidRDefault="00EB63F8" w:rsidP="00EB63F8">
            <w:pPr>
              <w:pStyle w:val="CUSTOMColumnText"/>
              <w:spacing w:before="240"/>
            </w:pPr>
            <w:r>
              <w:t xml:space="preserve">The </w:t>
            </w:r>
            <w:proofErr w:type="spellStart"/>
            <w:r>
              <w:t>Sapheno</w:t>
            </w:r>
            <w:proofErr w:type="spellEnd"/>
            <w:r>
              <w:t>-Popliteal Junction (SPJ) and the Short Saphenous vein (SSV) are patent and competent</w:t>
            </w:r>
          </w:p>
          <w:p w:rsidR="00EB63F8" w:rsidRDefault="00EB63F8" w:rsidP="00EB63F8">
            <w:pPr>
              <w:pStyle w:val="CUSTOMColumnText"/>
              <w:spacing w:before="240"/>
            </w:pPr>
          </w:p>
          <w:p w:rsidR="00EB63F8" w:rsidRPr="00EB63F8" w:rsidRDefault="00EB63F8" w:rsidP="00EB63F8">
            <w:pPr>
              <w:pStyle w:val="CUSTOMColumnText"/>
              <w:spacing w:before="240"/>
            </w:pPr>
          </w:p>
        </w:tc>
      </w:tr>
      <w:tr w:rsidR="009D4370" w:rsidTr="007E5FF0">
        <w:trPr>
          <w:trHeight w:hRule="exact" w:val="1701"/>
        </w:trPr>
        <w:tc>
          <w:tcPr>
            <w:tcW w:w="10206" w:type="dxa"/>
            <w:gridSpan w:val="3"/>
            <w:tcBorders>
              <w:top w:val="single" w:sz="4" w:space="0" w:color="000000"/>
              <w:bottom w:val="single" w:sz="4" w:space="0" w:color="000000"/>
            </w:tcBorders>
            <w:shd w:val="clear" w:color="auto" w:fill="auto"/>
            <w:tcMar>
              <w:top w:w="85" w:type="dxa"/>
              <w:bottom w:w="85" w:type="dxa"/>
              <w:right w:w="85" w:type="dxa"/>
            </w:tcMar>
          </w:tcPr>
          <w:p w:rsidR="009D4370" w:rsidRDefault="009D4370" w:rsidP="009D4370">
            <w:pPr>
              <w:pStyle w:val="CUSTOMColumnText"/>
            </w:pPr>
          </w:p>
        </w:tc>
      </w:tr>
    </w:tbl>
    <w:p w:rsidR="00F97841" w:rsidRDefault="00F97841" w:rsidP="008C4F7F">
      <w:pPr>
        <w:pStyle w:val="CUSTOMNormal"/>
      </w:pPr>
    </w:p>
    <w:sectPr w:rsidR="00F97841" w:rsidSect="00021342">
      <w:headerReference w:type="default" r:id="rId8"/>
      <w:headerReference w:type="first" r:id="rId9"/>
      <w:footerReference w:type="first" r:id="rId10"/>
      <w:pgSz w:w="11906" w:h="16838" w:code="9"/>
      <w:pgMar w:top="2892" w:right="851" w:bottom="1134" w:left="851" w:header="1276" w:footer="284" w:gutter="0"/>
      <w:pgBorders w:offsetFrom="page">
        <w:top w:val="double" w:sz="4" w:space="20" w:color="000000"/>
        <w:left w:val="double" w:sz="4" w:space="20" w:color="000000"/>
        <w:bottom w:val="double" w:sz="4" w:space="20" w:color="000000"/>
        <w:right w:val="double" w:sz="4" w:space="20" w:color="000000"/>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233C" w:rsidRDefault="008D233C" w:rsidP="005748E3">
      <w:pPr>
        <w:spacing w:after="0" w:line="240" w:lineRule="auto"/>
      </w:pPr>
      <w:r>
        <w:separator/>
      </w:r>
    </w:p>
  </w:endnote>
  <w:endnote w:type="continuationSeparator" w:id="0">
    <w:p w:rsidR="008D233C" w:rsidRDefault="008D233C" w:rsidP="005748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33C" w:rsidRDefault="008D233C">
    <w:pPr>
      <w:pStyle w:val="Footer"/>
    </w:pPr>
    <w:r>
      <w:rPr>
        <w:noProof/>
        <w:lang w:eastAsia="en-GB"/>
      </w:rPr>
      <mc:AlternateContent>
        <mc:Choice Requires="wpg">
          <w:drawing>
            <wp:anchor distT="0" distB="0" distL="114300" distR="114300" simplePos="0" relativeHeight="251655168" behindDoc="0" locked="0" layoutInCell="1" allowOverlap="1">
              <wp:simplePos x="0" y="0"/>
              <wp:positionH relativeFrom="column">
                <wp:posOffset>1123315</wp:posOffset>
              </wp:positionH>
              <wp:positionV relativeFrom="paragraph">
                <wp:posOffset>-1043305</wp:posOffset>
              </wp:positionV>
              <wp:extent cx="4394200" cy="334645"/>
              <wp:effectExtent l="8890" t="13970" r="0" b="22860"/>
              <wp:wrapNone/>
              <wp:docPr id="1"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4200" cy="334645"/>
                        <a:chOff x="1450" y="14461"/>
                        <a:chExt cx="6920" cy="527"/>
                      </a:xfrm>
                    </wpg:grpSpPr>
                    <wpg:grpSp>
                      <wpg:cNvPr id="15" name="Group 60"/>
                      <wpg:cNvGrpSpPr>
                        <a:grpSpLocks/>
                      </wpg:cNvGrpSpPr>
                      <wpg:grpSpPr bwMode="auto">
                        <a:xfrm>
                          <a:off x="3746" y="14517"/>
                          <a:ext cx="1534" cy="377"/>
                          <a:chOff x="3656" y="14517"/>
                          <a:chExt cx="1534" cy="377"/>
                        </a:xfrm>
                      </wpg:grpSpPr>
                      <wps:wsp>
                        <wps:cNvPr id="65" name="Rectangle 58"/>
                        <wps:cNvSpPr>
                          <a:spLocks noChangeArrowheads="1"/>
                        </wps:cNvSpPr>
                        <wps:spPr bwMode="auto">
                          <a:xfrm>
                            <a:off x="3656" y="14517"/>
                            <a:ext cx="369" cy="369"/>
                          </a:xfrm>
                          <a:prstGeom prst="rect">
                            <a:avLst/>
                          </a:prstGeom>
                          <a:solidFill>
                            <a:srgbClr val="ADE0F9"/>
                          </a:solidFill>
                          <a:ln w="6350">
                            <a:solidFill>
                              <a:srgbClr val="000000"/>
                            </a:solidFill>
                            <a:miter lim="800000"/>
                            <a:headEnd/>
                            <a:tailEnd/>
                          </a:ln>
                        </wps:spPr>
                        <wps:bodyPr rot="0" vert="horz" wrap="square" lIns="91440" tIns="45720" rIns="91440" bIns="45720" anchor="t" anchorCtr="0" upright="1">
                          <a:noAutofit/>
                        </wps:bodyPr>
                      </wps:wsp>
                      <wps:wsp>
                        <wps:cNvPr id="76" name="Text Box 59"/>
                        <wps:cNvSpPr txBox="1">
                          <a:spLocks noChangeArrowheads="1"/>
                        </wps:cNvSpPr>
                        <wps:spPr bwMode="auto">
                          <a:xfrm>
                            <a:off x="4139" y="14572"/>
                            <a:ext cx="1051" cy="32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8D233C" w:rsidRPr="00B8442D" w:rsidRDefault="008D233C" w:rsidP="00130369">
                              <w:pPr>
                                <w:pStyle w:val="CUSTOMNormal"/>
                                <w:tabs>
                                  <w:tab w:val="left" w:pos="392"/>
                                </w:tabs>
                                <w:rPr>
                                  <w:sz w:val="14"/>
                                  <w:szCs w:val="14"/>
                                </w:rPr>
                              </w:pPr>
                              <w:r>
                                <w:rPr>
                                  <w:sz w:val="14"/>
                                  <w:szCs w:val="14"/>
                                </w:rPr>
                                <w:t>Competent superficial vein</w:t>
                              </w:r>
                            </w:p>
                          </w:txbxContent>
                        </wps:txbx>
                        <wps:bodyPr rot="0" vert="horz" wrap="square" lIns="0" tIns="0" rIns="0" bIns="0" anchor="t" anchorCtr="0" upright="1">
                          <a:spAutoFit/>
                        </wps:bodyPr>
                      </wps:wsp>
                    </wpg:grpSp>
                    <wpg:grpSp>
                      <wpg:cNvPr id="79" name="Group 67"/>
                      <wpg:cNvGrpSpPr>
                        <a:grpSpLocks/>
                      </wpg:cNvGrpSpPr>
                      <wpg:grpSpPr bwMode="auto">
                        <a:xfrm>
                          <a:off x="5512" y="14517"/>
                          <a:ext cx="1403" cy="377"/>
                          <a:chOff x="5512" y="14517"/>
                          <a:chExt cx="1403" cy="377"/>
                        </a:xfrm>
                      </wpg:grpSpPr>
                      <wps:wsp>
                        <wps:cNvPr id="80" name="Rectangle 62"/>
                        <wps:cNvSpPr>
                          <a:spLocks noChangeArrowheads="1"/>
                        </wps:cNvSpPr>
                        <wps:spPr bwMode="auto">
                          <a:xfrm>
                            <a:off x="5512" y="14517"/>
                            <a:ext cx="369" cy="369"/>
                          </a:xfrm>
                          <a:prstGeom prst="rect">
                            <a:avLst/>
                          </a:prstGeom>
                          <a:solidFill>
                            <a:srgbClr val="679AD1"/>
                          </a:solidFill>
                          <a:ln w="6350">
                            <a:solidFill>
                              <a:srgbClr val="000000"/>
                            </a:solidFill>
                            <a:miter lim="800000"/>
                            <a:headEnd/>
                            <a:tailEnd/>
                          </a:ln>
                        </wps:spPr>
                        <wps:bodyPr rot="0" vert="horz" wrap="square" lIns="91440" tIns="45720" rIns="91440" bIns="45720" anchor="t" anchorCtr="0" upright="1">
                          <a:noAutofit/>
                        </wps:bodyPr>
                      </wps:wsp>
                      <wps:wsp>
                        <wps:cNvPr id="81" name="Text Box 63"/>
                        <wps:cNvSpPr txBox="1">
                          <a:spLocks noChangeArrowheads="1"/>
                        </wps:cNvSpPr>
                        <wps:spPr bwMode="auto">
                          <a:xfrm>
                            <a:off x="5995" y="14572"/>
                            <a:ext cx="920" cy="32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8D233C" w:rsidRPr="00B8442D" w:rsidRDefault="008D233C" w:rsidP="00130369">
                              <w:pPr>
                                <w:pStyle w:val="CUSTOMNormal"/>
                                <w:tabs>
                                  <w:tab w:val="left" w:pos="392"/>
                                </w:tabs>
                                <w:rPr>
                                  <w:sz w:val="14"/>
                                  <w:szCs w:val="14"/>
                                </w:rPr>
                              </w:pPr>
                              <w:r>
                                <w:rPr>
                                  <w:sz w:val="14"/>
                                  <w:szCs w:val="14"/>
                                </w:rPr>
                                <w:t>Competent deep vein</w:t>
                              </w:r>
                            </w:p>
                          </w:txbxContent>
                        </wps:txbx>
                        <wps:bodyPr rot="0" vert="horz" wrap="square" lIns="0" tIns="0" rIns="0" bIns="0" anchor="t" anchorCtr="0" upright="1">
                          <a:spAutoFit/>
                        </wps:bodyPr>
                      </wps:wsp>
                    </wpg:grpSp>
                    <wpg:grpSp>
                      <wpg:cNvPr id="82" name="Group 64"/>
                      <wpg:cNvGrpSpPr>
                        <a:grpSpLocks/>
                      </wpg:cNvGrpSpPr>
                      <wpg:grpSpPr bwMode="auto">
                        <a:xfrm>
                          <a:off x="7046" y="14517"/>
                          <a:ext cx="1324" cy="377"/>
                          <a:chOff x="2299" y="14517"/>
                          <a:chExt cx="1324" cy="377"/>
                        </a:xfrm>
                      </wpg:grpSpPr>
                      <wps:wsp>
                        <wps:cNvPr id="83" name="Rectangle 65"/>
                        <wps:cNvSpPr>
                          <a:spLocks noChangeArrowheads="1"/>
                        </wps:cNvSpPr>
                        <wps:spPr bwMode="auto">
                          <a:xfrm>
                            <a:off x="2299" y="14517"/>
                            <a:ext cx="369" cy="369"/>
                          </a:xfrm>
                          <a:prstGeom prst="rect">
                            <a:avLst/>
                          </a:prstGeom>
                          <a:solidFill>
                            <a:srgbClr val="FFFF00"/>
                          </a:solidFill>
                          <a:ln w="6350">
                            <a:solidFill>
                              <a:srgbClr val="000000"/>
                            </a:solidFill>
                            <a:miter lim="800000"/>
                            <a:headEnd/>
                            <a:tailEnd/>
                          </a:ln>
                        </wps:spPr>
                        <wps:bodyPr rot="0" vert="horz" wrap="square" lIns="91440" tIns="45720" rIns="91440" bIns="45720" anchor="t" anchorCtr="0" upright="1">
                          <a:noAutofit/>
                        </wps:bodyPr>
                      </wps:wsp>
                      <wps:wsp>
                        <wps:cNvPr id="84" name="Text Box 66"/>
                        <wps:cNvSpPr txBox="1">
                          <a:spLocks noChangeArrowheads="1"/>
                        </wps:cNvSpPr>
                        <wps:spPr bwMode="auto">
                          <a:xfrm>
                            <a:off x="2782" y="14572"/>
                            <a:ext cx="841" cy="32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8D233C" w:rsidRPr="00B8442D" w:rsidRDefault="008D233C" w:rsidP="00130369">
                              <w:pPr>
                                <w:pStyle w:val="CUSTOMNormal"/>
                                <w:tabs>
                                  <w:tab w:val="left" w:pos="392"/>
                                </w:tabs>
                                <w:rPr>
                                  <w:sz w:val="14"/>
                                  <w:szCs w:val="14"/>
                                </w:rPr>
                              </w:pPr>
                              <w:r w:rsidRPr="00B8442D">
                                <w:rPr>
                                  <w:sz w:val="14"/>
                                  <w:szCs w:val="14"/>
                                </w:rPr>
                                <w:t>Deep vein scarring</w:t>
                              </w:r>
                            </w:p>
                          </w:txbxContent>
                        </wps:txbx>
                        <wps:bodyPr rot="0" vert="horz" wrap="square" lIns="0" tIns="0" rIns="0" bIns="0" anchor="t" anchorCtr="0" upright="1">
                          <a:spAutoFit/>
                        </wps:bodyPr>
                      </wps:wsp>
                    </wpg:grpSp>
                    <wpg:grpSp>
                      <wpg:cNvPr id="85" name="Group 69"/>
                      <wpg:cNvGrpSpPr>
                        <a:grpSpLocks/>
                      </wpg:cNvGrpSpPr>
                      <wpg:grpSpPr bwMode="auto">
                        <a:xfrm>
                          <a:off x="1450" y="14461"/>
                          <a:ext cx="2185" cy="527"/>
                          <a:chOff x="1180" y="14461"/>
                          <a:chExt cx="2185" cy="527"/>
                        </a:xfrm>
                      </wpg:grpSpPr>
                      <wps:wsp>
                        <wps:cNvPr id="86" name="Rectangle 52"/>
                        <wps:cNvSpPr>
                          <a:spLocks noChangeArrowheads="1"/>
                        </wps:cNvSpPr>
                        <wps:spPr bwMode="auto">
                          <a:xfrm>
                            <a:off x="1180" y="14517"/>
                            <a:ext cx="369" cy="369"/>
                          </a:xfrm>
                          <a:prstGeom prst="rect">
                            <a:avLst/>
                          </a:prstGeom>
                          <a:solidFill>
                            <a:srgbClr val="FF0000"/>
                          </a:solidFill>
                          <a:ln w="6350">
                            <a:solidFill>
                              <a:srgbClr val="000000"/>
                            </a:solidFill>
                            <a:miter lim="800000"/>
                            <a:headEnd/>
                            <a:tailEnd/>
                          </a:ln>
                        </wps:spPr>
                        <wps:bodyPr rot="0" vert="horz" wrap="square" lIns="91440" tIns="45720" rIns="91440" bIns="45720" anchor="t" anchorCtr="0" upright="1">
                          <a:noAutofit/>
                        </wps:bodyPr>
                      </wps:wsp>
                      <wps:wsp>
                        <wps:cNvPr id="87" name="Text Box 53"/>
                        <wps:cNvSpPr txBox="1">
                          <a:spLocks noChangeArrowheads="1"/>
                        </wps:cNvSpPr>
                        <wps:spPr bwMode="auto">
                          <a:xfrm>
                            <a:off x="1833" y="14572"/>
                            <a:ext cx="1532" cy="32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8D233C" w:rsidRPr="00B8442D" w:rsidRDefault="008D233C" w:rsidP="00130369">
                              <w:pPr>
                                <w:pStyle w:val="CUSTOMNormal"/>
                                <w:tabs>
                                  <w:tab w:val="left" w:pos="392"/>
                                </w:tabs>
                                <w:rPr>
                                  <w:sz w:val="14"/>
                                  <w:szCs w:val="14"/>
                                </w:rPr>
                              </w:pPr>
                              <w:r>
                                <w:rPr>
                                  <w:sz w:val="14"/>
                                  <w:szCs w:val="14"/>
                                </w:rPr>
                                <w:t>Arrow down and red colour denotes reflux</w:t>
                              </w:r>
                            </w:p>
                          </w:txbxContent>
                        </wps:txbx>
                        <wps:bodyPr rot="0" vert="horz" wrap="square" lIns="0" tIns="0" rIns="0" bIns="0" anchor="t" anchorCtr="0" upright="1">
                          <a:spAutoFit/>
                        </wps:bodyPr>
                      </wps:wsp>
                      <wps:wsp>
                        <wps:cNvPr id="88" name="AutoShape 68"/>
                        <wps:cNvCnPr>
                          <a:cxnSpLocks noChangeShapeType="1"/>
                        </wps:cNvCnPr>
                        <wps:spPr bwMode="auto">
                          <a:xfrm>
                            <a:off x="1679" y="14461"/>
                            <a:ext cx="0" cy="527"/>
                          </a:xfrm>
                          <a:prstGeom prst="straightConnector1">
                            <a:avLst/>
                          </a:prstGeom>
                          <a:noFill/>
                          <a:ln w="12700">
                            <a:solidFill>
                              <a:srgbClr val="FF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0C0C0"/>
                                  </a:outerShdw>
                                </a:effectLst>
                              </a14:hiddenEffects>
                            </a:ext>
                          </a:extLst>
                        </wps:spPr>
                        <wps:bodyPr/>
                      </wps:wsp>
                    </wpg:grpSp>
                  </wpg:wgp>
                </a:graphicData>
              </a:graphic>
              <wp14:sizeRelH relativeFrom="page">
                <wp14:pctWidth>0</wp14:pctWidth>
              </wp14:sizeRelH>
              <wp14:sizeRelV relativeFrom="page">
                <wp14:pctHeight>0</wp14:pctHeight>
              </wp14:sizeRelV>
            </wp:anchor>
          </w:drawing>
        </mc:Choice>
        <mc:Fallback>
          <w:pict>
            <v:group id="Group 70" o:spid="_x0000_s1034" style="position:absolute;margin-left:88.45pt;margin-top:-82.15pt;width:346pt;height:26.35pt;z-index:251655168" coordorigin="1450,14461" coordsize="6920,5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">
              <v:group id="Group 60" o:spid="_x0000_s1035" style="position:absolute;left:3746;top:14517;width:1534;height:377" coordorigin="3656,14517" coordsize="1534,3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rect id="Rectangle 58" o:spid="_x0000_s1036" style="position:absolute;left:3656;top:14517;width:369;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TkbsUA&#10;AADbAAAADwAAAGRycy9kb3ducmV2LnhtbESPS2vDMBCE74X+B7GFXEotJ6VJcCKbUhJIT2mSQq+L&#10;tX4Qa2UsxY9/XxUKOQ4z8w2zzUbTiJ46V1tWMI9iEMS51TWXCr4v+5c1COeRNTaWScFEDrL08WGL&#10;ibYDn6g/+1IECLsEFVTet4mULq/IoItsSxy8wnYGfZBdKXWHQ4CbRi7ieCkN1hwWKmzpo6L8er4Z&#10;BcfXfnV9/jzs9ITzn8vqJBdfxVGp2dP4vgHhafT38H/7oBUs3+DvS/gBMv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ZORuxQAAANsAAAAPAAAAAAAAAAAAAAAAAJgCAABkcnMv&#10;ZG93bnJldi54bWxQSwUGAAAAAAQABAD1AAAAigMAAAAA&#10;" fillcolor="#ade0f9" strokeweight=".5pt"/>
                <v:shapetype id="_x0000_t202" coordsize="21600,21600" o:spt="202" path="m,l,21600r21600,l21600,xe">
                  <v:stroke joinstyle="miter"/>
                  <v:path gradientshapeok="t" o:connecttype="rect"/>
                </v:shapetype>
                <v:shape id="Text Box 59" o:spid="_x0000_s1037" type="#_x0000_t202" style="position:absolute;left:4139;top:14572;width:1051;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NetcQA&#10;AADbAAAADwAAAGRycy9kb3ducmV2LnhtbESPQWvCQBCF70L/wzKF3nRTD1aim1BKK0VPjVJ6HLKT&#10;bGx2NmTXGP313YLg8fHmfW/eOh9tKwbqfeNYwfMsAUFcOt1wreCw/5guQfiArLF1TAou5CHPHiZr&#10;TLU78xcNRahFhLBPUYEJoUul9KUhi37mOuLoVa63GKLsa6l7PEe4beU8SRbSYsOxwWBHb4bK3+Jk&#10;4xvfu8RurpX5sVusfGH2w+b9qNTT4/i6AhFoDPfjW/pTK3hZwP+WCACZ/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FjXrXEAAAA2wAAAA8AAAAAAAAAAAAAAAAAmAIAAGRycy9k&#10;b3ducmV2LnhtbFBLBQYAAAAABAAEAPUAAACJAwAAAAA=&#10;" filled="f" stroked="f" strokeweight=".5pt">
                  <v:textbox style="mso-fit-shape-to-text:t" inset="0,0,0,0">
                    <w:txbxContent>
                      <w:p w:rsidR="008D233C" w:rsidRPr="00B8442D" w:rsidRDefault="008D233C" w:rsidP="00130369">
                        <w:pPr>
                          <w:pStyle w:val="CUSTOMNormal"/>
                          <w:tabs>
                            <w:tab w:val="left" w:pos="392"/>
                          </w:tabs>
                          <w:rPr>
                            <w:sz w:val="14"/>
                            <w:szCs w:val="14"/>
                          </w:rPr>
                        </w:pPr>
                        <w:r>
                          <w:rPr>
                            <w:sz w:val="14"/>
                            <w:szCs w:val="14"/>
                          </w:rPr>
                          <w:t>Competent superficial vein</w:t>
                        </w:r>
                      </w:p>
                    </w:txbxContent>
                  </v:textbox>
                </v:shape>
              </v:group>
              <v:group id="Group 67" o:spid="_x0000_s1038" style="position:absolute;left:5512;top:14517;width:1403;height:377" coordorigin="5512,14517" coordsize="1403,3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iOJ8YAAADbAAAADwAAAGRycy9kb3ducmV2LnhtbESPW2vCQBSE3wv+h+UI&#10;faubWFo1ZhURW/ogghcQ3w7Zkwtmz4bsNon/vlso9HGYmW+YdD2YWnTUusqygngSgSDOrK64UHA5&#10;f7zMQTiPrLG2TAoe5GC9Gj2lmGjb85G6ky9EgLBLUEHpfZNI6bKSDLqJbYiDl9vWoA+yLaRusQ9w&#10;U8tpFL1LgxWHhRIb2paU3U/fRsFnj/3mNd51+3u+fdzOb4frPialnsfDZgnC0+D/w3/tL61g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2I4nxgAAANsA&#10;AAAPAAAAAAAAAAAAAAAAAKoCAABkcnMvZG93bnJldi54bWxQSwUGAAAAAAQABAD6AAAAnQMAAAAA&#10;">
                <v:rect id="Rectangle 62" o:spid="_x0000_s1039" style="position:absolute;left:5512;top:14517;width:369;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jOoMEA&#10;AADbAAAADwAAAGRycy9kb3ducmV2LnhtbERPy2oCMRTdC/5DuEJ3mtiFlalRilJaClJ8LOzuMrlN&#10;Bic3Q5Lq1K9vFgWXh/NerHrfigvF1ATWMJ0oEMR1MA1bDcfD63gOImVkg21g0vBLCVbL4WCBlQlX&#10;3tFln60oIZwq1OBy7iopU+3IY5qEjrhw3yF6zAVGK03Eawn3rXxUaiY9NlwaHHa0dlSf9z9ew8Yd&#10;7Ce/zeqv/rSd2g8V1e38pPXDqH95BpGpz3fxv/vdaJiX9eVL+QFy+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S4zqDBAAAA2wAAAA8AAAAAAAAAAAAAAAAAmAIAAGRycy9kb3du&#10;cmV2LnhtbFBLBQYAAAAABAAEAPUAAACGAwAAAAA=&#10;" fillcolor="#679ad1" strokeweight=".5pt"/>
                <v:shape id="Text Box 63" o:spid="_x0000_s1040" type="#_x0000_t202" style="position:absolute;left:5995;top:14572;width:920;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25sMA&#10;AADbAAAADwAAAGRycy9kb3ducmV2LnhtbESPQWvCQBCF7wX/wzKCt7qxB5HoKiIqoidjKR6H7CQb&#10;zc6G7DbG/vquUOjx8eZ9b95i1dtadNT6yrGCyTgBQZw7XXGp4POye5+B8AFZY+2YFDzJw2o5eFtg&#10;qt2Dz9RloRQRwj5FBSaEJpXS54Ys+rFriKNXuNZiiLItpW7xEeG2lh9JMpUWK44NBhvaGMrv2beN&#10;b3ydErv/KczVHrHwmbl0++1NqdGwX89BBOrD//Ff+qAVzCbw2hIBIJ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1+25sMAAADbAAAADwAAAAAAAAAAAAAAAACYAgAAZHJzL2Rv&#10;d25yZXYueG1sUEsFBgAAAAAEAAQA9QAAAIgDAAAAAA==&#10;" filled="f" stroked="f" strokeweight=".5pt">
                  <v:textbox style="mso-fit-shape-to-text:t" inset="0,0,0,0">
                    <w:txbxContent>
                      <w:p w:rsidR="008D233C" w:rsidRPr="00B8442D" w:rsidRDefault="008D233C" w:rsidP="00130369">
                        <w:pPr>
                          <w:pStyle w:val="CUSTOMNormal"/>
                          <w:tabs>
                            <w:tab w:val="left" w:pos="392"/>
                          </w:tabs>
                          <w:rPr>
                            <w:sz w:val="14"/>
                            <w:szCs w:val="14"/>
                          </w:rPr>
                        </w:pPr>
                        <w:r>
                          <w:rPr>
                            <w:sz w:val="14"/>
                            <w:szCs w:val="14"/>
                          </w:rPr>
                          <w:t>Competent deep vein</w:t>
                        </w:r>
                      </w:p>
                    </w:txbxContent>
                  </v:textbox>
                </v:shape>
              </v:group>
              <v:group id="Group 64" o:spid="_x0000_s1041" style="position:absolute;left:7046;top:14517;width:1324;height:377" coordorigin="2299,14517" coordsize="1324,3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qpbHHFAAAA2wAA&#10;AA8AAAAAAAAAAAAAAAAAqgIAAGRycy9kb3ducmV2LnhtbFBLBQYAAAAABAAEAPoAAACcAwAAAAA=&#10;">
                <v:rect id="Rectangle 65" o:spid="_x0000_s1042" style="position:absolute;left:2299;top:14517;width:369;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B/W8QA&#10;AADbAAAADwAAAGRycy9kb3ducmV2LnhtbESPQWvCQBSE7wX/w/KE3szGFkSjaxBBKK20mvbi7ZF9&#10;TVKzb0N2Y5J/3y0IPQ4z8w2zSQdTixu1rrKsYB7FIIhzqysuFHx9HmZLEM4ja6wtk4KRHKTbycMG&#10;E217PtMt84UIEHYJKii9bxIpXV6SQRfZhjh437Y16INsC6lb7APc1PIpjhfSYMVhocSG9iXl16wz&#10;Cpwd48Pl4/1kuh/XWPmm89fjSqnH6bBbg/A0+P/wvf2iFSyf4e9L+AFy+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nAf1vEAAAA2wAAAA8AAAAAAAAAAAAAAAAAmAIAAGRycy9k&#10;b3ducmV2LnhtbFBLBQYAAAAABAAEAPUAAACJAwAAAAA=&#10;" fillcolor="yellow" strokeweight=".5pt"/>
                <v:shape id="Text Box 66" o:spid="_x0000_s1043" type="#_x0000_t202" style="position:absolute;left:2782;top:14572;width:841;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gVfsMA&#10;AADbAAAADwAAAGRycy9kb3ducmV2LnhtbESPQWvCQBCF74X+h2UK3upGEZHoKkVURE/GUnocspNs&#10;bHY2ZNeY9te7gtDj48373rzFqre16Kj1lWMFo2ECgjh3uuJSwed5+z4D4QOyxtoxKfglD6vl68sC&#10;U+1ufKIuC6WIEPYpKjAhNKmUPjdk0Q9dQxy9wrUWQ5RtKXWLtwi3tRwnyVRarDg2GGxobSj/ya42&#10;vvF1TOzurzDf9oCFz8y5220uSg3e+o85iEB9+D9+pvdawWwCjy0RAHJ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ygVfsMAAADbAAAADwAAAAAAAAAAAAAAAACYAgAAZHJzL2Rv&#10;d25yZXYueG1sUEsFBgAAAAAEAAQA9QAAAIgDAAAAAA==&#10;" filled="f" stroked="f" strokeweight=".5pt">
                  <v:textbox style="mso-fit-shape-to-text:t" inset="0,0,0,0">
                    <w:txbxContent>
                      <w:p w:rsidR="008D233C" w:rsidRPr="00B8442D" w:rsidRDefault="008D233C" w:rsidP="00130369">
                        <w:pPr>
                          <w:pStyle w:val="CUSTOMNormal"/>
                          <w:tabs>
                            <w:tab w:val="left" w:pos="392"/>
                          </w:tabs>
                          <w:rPr>
                            <w:sz w:val="14"/>
                            <w:szCs w:val="14"/>
                          </w:rPr>
                        </w:pPr>
                        <w:r w:rsidRPr="00B8442D">
                          <w:rPr>
                            <w:sz w:val="14"/>
                            <w:szCs w:val="14"/>
                          </w:rPr>
                          <w:t>Deep vein scarring</w:t>
                        </w:r>
                      </w:p>
                    </w:txbxContent>
                  </v:textbox>
                </v:shape>
              </v:group>
              <v:group id="Group 69" o:spid="_x0000_s1044" style="position:absolute;left:1450;top:14461;width:2185;height:527" coordorigin="1180,14461" coordsize="2185,5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VA9AXFAAAA2wAA&#10;AA8AAAAAAAAAAAAAAAAAqgIAAGRycy9kb3ducmV2LnhtbFBLBQYAAAAABAAEAPoAAACcAwAAAAA=&#10;">
                <v:rect id="Rectangle 52" o:spid="_x0000_s1045" style="position:absolute;left:1180;top:14517;width:369;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gwGcUA&#10;AADbAAAADwAAAGRycy9kb3ducmV2LnhtbESPQWvCQBSE70L/w/IKvYS6qYeYpq4ipUIPvWgMXh/Z&#10;12za7Ns0u2r6711B8DjMzDfMYjXaTpxo8K1jBS/TFARx7XTLjYJ9uXnOQfiArLFzTAr+ycNq+TBZ&#10;YKHdmbd02oVGRAj7AhWYEPpCSl8bsuinrieO3rcbLIYoh0bqAc8Rbjs5S9NMWmw5Lhjs6d1Q/bs7&#10;WgXr8jDz9mP8M9WmSl7Lr6Sc/xyVenoc128gAo3hHr61P7WCPIPrl/g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CDAZxQAAANsAAAAPAAAAAAAAAAAAAAAAAJgCAABkcnMv&#10;ZG93bnJldi54bWxQSwUGAAAAAAQABAD1AAAAigMAAAAA&#10;" fillcolor="red" strokeweight=".5pt"/>
                <v:shape id="Text Box 53" o:spid="_x0000_s1046" type="#_x0000_t202" style="position:absolute;left:1833;top:14572;width:1532;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LCcMA&#10;AADbAAAADwAAAGRycy9kb3ducmV2LnhtbESPQWvCQBCF74X+h2UK3upGDyrRVYqoiJ6MpfQ4ZCfZ&#10;2OxsyK4x7a93BaHHx5v3vXmLVW9r0VHrK8cKRsMEBHHudMWlgs/z9n0GwgdkjbVjUvBLHlbL15cF&#10;ptrd+ERdFkoRIexTVGBCaFIpfW7Ioh+6hjh6hWsthijbUuoWbxFuazlOkom0WHFsMNjQ2lD+k11t&#10;fOPrmNjdX2G+7QELn5lzt9tclBq89R9zEIH68H/8TO+1gtkUHlsiAOTy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LCcMAAADbAAAADwAAAAAAAAAAAAAAAACYAgAAZHJzL2Rv&#10;d25yZXYueG1sUEsFBgAAAAAEAAQA9QAAAIgDAAAAAA==&#10;" filled="f" stroked="f" strokeweight=".5pt">
                  <v:textbox style="mso-fit-shape-to-text:t" inset="0,0,0,0">
                    <w:txbxContent>
                      <w:p w:rsidR="008D233C" w:rsidRPr="00B8442D" w:rsidRDefault="008D233C" w:rsidP="00130369">
                        <w:pPr>
                          <w:pStyle w:val="CUSTOMNormal"/>
                          <w:tabs>
                            <w:tab w:val="left" w:pos="392"/>
                          </w:tabs>
                          <w:rPr>
                            <w:sz w:val="14"/>
                            <w:szCs w:val="14"/>
                          </w:rPr>
                        </w:pPr>
                        <w:r>
                          <w:rPr>
                            <w:sz w:val="14"/>
                            <w:szCs w:val="14"/>
                          </w:rPr>
                          <w:t>Arrow down and red colour denotes reflux</w:t>
                        </w:r>
                      </w:p>
                    </w:txbxContent>
                  </v:textbox>
                </v:shape>
                <v:shapetype id="_x0000_t32" coordsize="21600,21600" o:spt="32" o:oned="t" path="m,l21600,21600e" filled="f">
                  <v:path arrowok="t" fillok="f" o:connecttype="none"/>
                  <o:lock v:ext="edit" shapetype="t"/>
                </v:shapetype>
                <v:shape id="AutoShape 68" o:spid="_x0000_s1047" type="#_x0000_t32" style="position:absolute;left:1679;top:14461;width:0;height:52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ADiq78AAADbAAAADwAAAGRycy9kb3ducmV2LnhtbERPzYrCMBC+C/sOYQRvNlXLWqpRFtkF&#10;8bTWfYChmW2LzaQ0Mda3NwfB48f3v92PphOBBtdaVrBIUhDEldUt1wr+Lj/zHITzyBo7y6TgQQ72&#10;u4/JFgtt73ymUPpaxBB2BSpovO8LKV3VkEGX2J44cv92MOgjHGqpB7zHcNPJZZp+SoMtx4YGezo0&#10;VF3Lm1GwxHOZLUKWfefrx3UV0tNvHk5Kzabj1waEp9G/xS/3USvI49j4Jf4AuXsC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QADiq78AAADbAAAADwAAAAAAAAAAAAAAAACh&#10;AgAAZHJzL2Rvd25yZXYueG1sUEsFBgAAAAAEAAQA+QAAAI0DAAAAAA==&#10;" strokecolor="red" strokeweight="1pt">
                  <v:stroke endarrow="block"/>
                  <v:shadow color="silver"/>
                </v:shape>
              </v:group>
            </v:group>
          </w:pict>
        </mc:Fallback>
      </mc:AlternateContent>
    </w:r>
    <w:r>
      <w:rPr>
        <w:noProof/>
        <w:lang w:eastAsia="en-GB"/>
      </w:rPr>
      <w:drawing>
        <wp:anchor distT="0" distB="0" distL="114300" distR="114300" simplePos="0" relativeHeight="251656192" behindDoc="1" locked="1" layoutInCell="1" allowOverlap="1">
          <wp:simplePos x="0" y="0"/>
          <wp:positionH relativeFrom="page">
            <wp:posOffset>2881630</wp:posOffset>
          </wp:positionH>
          <wp:positionV relativeFrom="page">
            <wp:posOffset>9822180</wp:posOffset>
          </wp:positionV>
          <wp:extent cx="1764030" cy="502285"/>
          <wp:effectExtent l="0" t="0" r="762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4030" cy="50228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233C" w:rsidRDefault="008D233C" w:rsidP="005748E3">
      <w:pPr>
        <w:spacing w:after="0" w:line="240" w:lineRule="auto"/>
      </w:pPr>
      <w:r>
        <w:separator/>
      </w:r>
    </w:p>
  </w:footnote>
  <w:footnote w:type="continuationSeparator" w:id="0">
    <w:p w:rsidR="008D233C" w:rsidRDefault="008D233C" w:rsidP="005748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33C" w:rsidRDefault="008D233C" w:rsidP="00F97841">
    <w:pPr>
      <w:pStyle w:val="CUSTOMHeaderSpacer"/>
    </w:pPr>
    <w:r>
      <w:rPr>
        <w:noProof/>
        <w:lang w:eastAsia="en-GB"/>
      </w:rPr>
      <mc:AlternateContent>
        <mc:Choice Requires="wpg">
          <w:drawing>
            <wp:anchor distT="0" distB="0" distL="114300" distR="114300" simplePos="0" relativeHeight="251661312" behindDoc="1" locked="1" layoutInCell="0" allowOverlap="1">
              <wp:simplePos x="0" y="0"/>
              <wp:positionH relativeFrom="page">
                <wp:posOffset>540385</wp:posOffset>
              </wp:positionH>
              <wp:positionV relativeFrom="page">
                <wp:posOffset>583565</wp:posOffset>
              </wp:positionV>
              <wp:extent cx="6484620" cy="1017270"/>
              <wp:effectExtent l="0" t="2540" r="4445" b="0"/>
              <wp:wrapNone/>
              <wp:docPr id="24"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4620" cy="1017270"/>
                        <a:chOff x="850" y="918"/>
                        <a:chExt cx="10212" cy="1602"/>
                      </a:xfrm>
                    </wpg:grpSpPr>
                    <pic:pic xmlns:pic="http://schemas.openxmlformats.org/drawingml/2006/picture">
                      <pic:nvPicPr>
                        <pic:cNvPr id="25" name="Picture 8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50" y="918"/>
                          <a:ext cx="3317" cy="140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6" name="Picture 8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8227" y="1701"/>
                          <a:ext cx="2835" cy="819"/>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85" o:spid="_x0000_s1026" style="position:absolute;margin-left:42.55pt;margin-top:45.95pt;width:510.6pt;height:80.1pt;z-index:-251655168;mso-position-horizontal-relative:page;mso-position-vertical-relative:page" coordorigin="850,918" coordsize="10212,160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6" o:spid="_x0000_s1027" type="#_x0000_t75" style="position:absolute;left:850;top:918;width:3317;height:14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6+lr3CAAAA2wAAAA8AAABkcnMvZG93bnJldi54bWxEj19rwjAUxd8Fv0O4A19kphYmpRplygY+&#10;DaZlz9fk2pY2N6WJtX77ZTDw8XD+/Dib3WhbMVDva8cKlosEBLF2puZSQXH+fM1A+IBssHVMCh7k&#10;YbedTjaYG3fnbxpOoRRxhH2OCqoQulxKryuy6BeuI47e1fUWQ5R9KU2P9zhuW5kmyUparDkSKuzo&#10;UJFuTjcbIVe+Ze08vWRN8bH/+sn0cWi0UrOX8X0NItAYnuH/9tEoSN/g70v8AXL7C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Ovpa9wgAAANsAAAAPAAAAAAAAAAAAAAAAAJ8C&#10;AABkcnMvZG93bnJldi54bWxQSwUGAAAAAAQABAD3AAAAjgMAAAAA&#10;">
                <v:imagedata r:id="rId3" o:title=""/>
              </v:shape>
              <v:shape id="Picture 87" o:spid="_x0000_s1028" type="#_x0000_t75" style="position:absolute;left:8227;top:1701;width:2835;height:8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fCZ4nEAAAA2wAAAA8AAABkcnMvZG93bnJldi54bWxEj09rwkAUxO+FfoflFXqrm0oIkrqKLVqk&#10;h2BivT+yL38w+zbNriZ++26h4HGYmd8wy/VkOnGlwbWWFbzOIhDEpdUt1wq+j7uXBQjnkTV2lknB&#10;jRysV48PS0y1HTmna+FrESDsUlTQeN+nUrqyIYNuZnvi4FV2MOiDHGqpBxwD3HRyHkWJNNhyWGiw&#10;p4+GynNxMQqqn131dcg9vn/G5yI+bbMDLTKlnp+mzRsIT5O/h//be61gnsDfl/AD5OoX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fCZ4nEAAAA2wAAAA8AAAAAAAAAAAAAAAAA&#10;nwIAAGRycy9kb3ducmV2LnhtbFBLBQYAAAAABAAEAPcAAACQAwAAAAA=&#10;">
                <v:imagedata r:id="rId4" o:title=""/>
              </v:shape>
              <w10:wrap anchorx="page" anchory="page"/>
              <w10:anchorlock/>
            </v:group>
          </w:pict>
        </mc:Fallback>
      </mc:AlternateContent>
    </w:r>
    <w:r>
      <w:rPr>
        <w:noProof/>
        <w:lang w:eastAsia="en-GB"/>
      </w:rPr>
      <w:drawing>
        <wp:anchor distT="0" distB="0" distL="114300" distR="114300" simplePos="0" relativeHeight="251659264" behindDoc="1" locked="1" layoutInCell="1" allowOverlap="1">
          <wp:simplePos x="0" y="0"/>
          <wp:positionH relativeFrom="page">
            <wp:posOffset>2880360</wp:posOffset>
          </wp:positionH>
          <wp:positionV relativeFrom="page">
            <wp:posOffset>9822180</wp:posOffset>
          </wp:positionV>
          <wp:extent cx="1764030" cy="502285"/>
          <wp:effectExtent l="0" t="0" r="7620" b="0"/>
          <wp:wrapNone/>
          <wp:docPr id="2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64030" cy="50228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45720" distB="45720" distL="114300" distR="114300" simplePos="0" relativeHeight="251658240" behindDoc="1" locked="1" layoutInCell="1" allowOverlap="1">
              <wp:simplePos x="0" y="0"/>
              <wp:positionH relativeFrom="page">
                <wp:posOffset>540385</wp:posOffset>
              </wp:positionH>
              <wp:positionV relativeFrom="page">
                <wp:posOffset>10031095</wp:posOffset>
              </wp:positionV>
              <wp:extent cx="6480175" cy="288290"/>
              <wp:effectExtent l="0" t="1270" r="0" b="0"/>
              <wp:wrapNone/>
              <wp:docPr id="2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233C" w:rsidRDefault="008D233C" w:rsidP="009F19EF">
                          <w:pPr>
                            <w:pStyle w:val="CUSTOMFooterAddress"/>
                          </w:pPr>
                          <w:r>
                            <w:t>Vascular Lab | Main Outpatients Building | Level 1 | Lewisham Hospital | SE13 6LH | Ext: 3425</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 o:spid="_x0000_s1030" type="#_x0000_t202" style="position:absolute;margin-left:42.55pt;margin-top:789.85pt;width:510.25pt;height:22.7pt;z-index:-25165824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" filled="f" stroked="f">
              <v:textbox inset="0,0,0,0">
                <w:txbxContent>
                  <w:p w:rsidR="008D233C" w:rsidRDefault="008D233C" w:rsidP="009F19EF">
                    <w:pPr>
                      <w:pStyle w:val="CUSTOMFooterAddress"/>
                    </w:pPr>
                    <w:r>
                      <w:t>Vascular Lab | Main Outpatients Building | Level 1 | Lewisham Hospital | SE13 6LH | Ext: 3425</w:t>
                    </w:r>
                  </w:p>
                </w:txbxContent>
              </v:textbox>
              <w10:wrap anchorx="page" anchory="page"/>
              <w10:anchorlock/>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33C" w:rsidRDefault="008D233C">
    <w:pPr>
      <w:pStyle w:val="Header"/>
    </w:pPr>
    <w:r>
      <w:rPr>
        <w:noProof/>
        <w:lang w:eastAsia="en-GB"/>
      </w:rPr>
      <mc:AlternateContent>
        <mc:Choice Requires="wpg">
          <w:drawing>
            <wp:anchor distT="0" distB="0" distL="114300" distR="114300" simplePos="0" relativeHeight="251660288" behindDoc="1" locked="1" layoutInCell="0" allowOverlap="1" wp14:anchorId="4EF8E261" wp14:editId="3D11926F">
              <wp:simplePos x="0" y="0"/>
              <wp:positionH relativeFrom="page">
                <wp:posOffset>540385</wp:posOffset>
              </wp:positionH>
              <wp:positionV relativeFrom="page">
                <wp:posOffset>583565</wp:posOffset>
              </wp:positionV>
              <wp:extent cx="6484620" cy="1017270"/>
              <wp:effectExtent l="0" t="2540" r="4445" b="0"/>
              <wp:wrapNone/>
              <wp:docPr id="19"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4620" cy="1017270"/>
                        <a:chOff x="850" y="918"/>
                        <a:chExt cx="10212" cy="1602"/>
                      </a:xfrm>
                    </wpg:grpSpPr>
                    <pic:pic xmlns:pic="http://schemas.openxmlformats.org/drawingml/2006/picture">
                      <pic:nvPicPr>
                        <pic:cNvPr id="20" name="Picture 8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50" y="918"/>
                          <a:ext cx="3317" cy="140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1" name="Picture 8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8227" y="1701"/>
                          <a:ext cx="2835" cy="819"/>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82" o:spid="_x0000_s1026" style="position:absolute;margin-left:42.55pt;margin-top:45.95pt;width:510.6pt;height:80.1pt;z-index:-251656192;mso-position-horizontal-relative:page;mso-position-vertical-relative:page" coordorigin="850,918" coordsize="10212,160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3" o:spid="_x0000_s1027" type="#_x0000_t75" style="position:absolute;left:850;top:918;width:3317;height:14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7JNSXAAAAA2wAAAA8AAABkcnMvZG93bnJldi54bWxETz1rwzAQ3Qv9D+IKXUojx0MxbpTQlhQy&#10;BZqYzFfpYhtbJ2Mpjvvve0Mg4+N9rzaz79VEY2wDG1guMlDENriWawPV8fu1ABUTssM+MBn4owib&#10;9ePDCksXrvxD0yHVSkI4lmigSWkotY62IY9xEQZi4c5h9JgEjrV2I14l3Pc6z7I37bFlaWhwoK+G&#10;bHe4eCk586XoX/Lfoqu2n/tTYXdTZ415fpo/3kElmtNdfHPvnIFc1ssX+QF6/Q8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Hsk1JcAAAADbAAAADwAAAAAAAAAAAAAAAACfAgAA&#10;ZHJzL2Rvd25yZXYueG1sUEsFBgAAAAAEAAQA9wAAAIwDAAAAAA==&#10;">
                <v:imagedata r:id="rId3" o:title=""/>
              </v:shape>
              <v:shape id="Picture 84" o:spid="_x0000_s1028" type="#_x0000_t75" style="position:absolute;left:8227;top:1701;width:2835;height:8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gr//3DAAAA2wAAAA8AAABkcnMvZG93bnJldi54bWxEj0+LwjAUxO8L+x3CE7ytqSKLVKPooot4&#10;EFv1/mhe/2DzUpus1m+/EQSPw8z8hpktOlOLG7WusqxgOIhAEGdWV1woOB03XxMQziNrrC2Tggc5&#10;WMw/P2YYa3vnhG6pL0SAsItRQel9E0vpspIMuoFtiIOX29agD7ItpG7xHuCmlqMo+pYGKw4LJTb0&#10;U1J2Sf+Mgvy6yXeHxOPqd3xJx+f1/kCTvVL9XrecgvDU+Xf41d5qBaMhPL+EHyDn/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Cv//cMAAADbAAAADwAAAAAAAAAAAAAAAACf&#10;AgAAZHJzL2Rvd25yZXYueG1sUEsFBgAAAAAEAAQA9wAAAI8DAAAAAA==&#10;">
                <v:imagedata r:id="rId4" o:title=""/>
              </v:shape>
              <w10:wrap anchorx="page" anchory="page"/>
              <w10:anchorlock/>
            </v:group>
          </w:pict>
        </mc:Fallback>
      </mc:AlternateContent>
    </w:r>
    <w:r>
      <w:rPr>
        <w:noProof/>
        <w:lang w:eastAsia="en-GB"/>
      </w:rPr>
      <w:drawing>
        <wp:anchor distT="0" distB="0" distL="114300" distR="114300" simplePos="0" relativeHeight="251662336" behindDoc="1" locked="1" layoutInCell="0" allowOverlap="1" wp14:anchorId="662B7514" wp14:editId="2C37686B">
          <wp:simplePos x="0" y="0"/>
          <wp:positionH relativeFrom="page">
            <wp:posOffset>1276350</wp:posOffset>
          </wp:positionH>
          <wp:positionV relativeFrom="page">
            <wp:posOffset>3705225</wp:posOffset>
          </wp:positionV>
          <wp:extent cx="4972050" cy="5467350"/>
          <wp:effectExtent l="0" t="0" r="0" b="0"/>
          <wp:wrapNone/>
          <wp:docPr id="91" name="Picture 91" descr="2B POSTERIOR VEINS OF THE LEGS replaced with new anterior view"/>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1" descr="2B POSTERIOR VEINS OF THE LEGS replaced with new anterior view"/>
                  <pic:cNvPicPr preferRelativeResize="0">
                    <a:picLocks noChangeArrowheads="1"/>
                  </pic:cNvPicPr>
                </pic:nvPicPr>
                <pic:blipFill>
                  <a:blip r:embed="rId5">
                    <a:extLst>
                      <a:ext uri="{28A0092B-C50C-407E-A947-70E740481C1C}">
                        <a14:useLocalDpi xmlns:a14="http://schemas.microsoft.com/office/drawing/2010/main" val="0"/>
                      </a:ext>
                    </a:extLst>
                  </a:blip>
                  <a:srcRect t="16365"/>
                  <a:stretch>
                    <a:fillRect/>
                  </a:stretch>
                </pic:blipFill>
                <pic:spPr bwMode="auto">
                  <a:xfrm>
                    <a:off x="0" y="0"/>
                    <a:ext cx="4972050" cy="546735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45720" distB="45720" distL="114300" distR="114300" simplePos="0" relativeHeight="251654144" behindDoc="0" locked="1" layoutInCell="0" allowOverlap="1" wp14:anchorId="64AD96C7" wp14:editId="727E3C30">
              <wp:simplePos x="0" y="0"/>
              <wp:positionH relativeFrom="column">
                <wp:posOffset>4105275</wp:posOffset>
              </wp:positionH>
              <wp:positionV relativeFrom="page">
                <wp:posOffset>3398520</wp:posOffset>
              </wp:positionV>
              <wp:extent cx="859790" cy="224155"/>
              <wp:effectExtent l="9525" t="7620" r="26035" b="25400"/>
              <wp:wrapNone/>
              <wp:docPr id="18"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9790" cy="224155"/>
                      </a:xfrm>
                      <a:prstGeom prst="rect">
                        <a:avLst/>
                      </a:prstGeom>
                      <a:solidFill>
                        <a:srgbClr val="FFFFFF"/>
                      </a:solidFill>
                      <a:ln w="6350">
                        <a:solidFill>
                          <a:srgbClr val="000000"/>
                        </a:solidFill>
                        <a:miter lim="800000"/>
                        <a:headEnd/>
                        <a:tailEnd/>
                      </a:ln>
                      <a:effectLst>
                        <a:outerShdw dist="35921" dir="2700000" algn="ctr" rotWithShape="0">
                          <a:srgbClr val="C0C0C0"/>
                        </a:outerShdw>
                      </a:effectLst>
                    </wps:spPr>
                    <wps:txbx>
                      <w:txbxContent>
                        <w:p w:rsidR="008D233C" w:rsidRPr="005D0996" w:rsidRDefault="008D233C" w:rsidP="005D0996">
                          <w:pPr>
                            <w:pStyle w:val="CUSTOMNormal"/>
                            <w:tabs>
                              <w:tab w:val="left" w:pos="392"/>
                            </w:tabs>
                            <w:jc w:val="center"/>
                            <w:rPr>
                              <w:sz w:val="18"/>
                              <w:szCs w:val="18"/>
                            </w:rPr>
                          </w:pPr>
                          <w:r>
                            <w:rPr>
                              <w:sz w:val="18"/>
                              <w:szCs w:val="18"/>
                            </w:rPr>
                            <w:t>Pos</w:t>
                          </w:r>
                          <w:r w:rsidRPr="005D0996">
                            <w:rPr>
                              <w:sz w:val="18"/>
                              <w:szCs w:val="18"/>
                            </w:rPr>
                            <w:t>terior view</w:t>
                          </w:r>
                        </w:p>
                      </w:txbxContent>
                    </wps:txbx>
                    <wps:bodyPr rot="0" vert="horz" wrap="square" lIns="36000" tIns="43200" rIns="36000" bIns="43200" anchor="t" anchorCtr="0" upright="1">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1" o:spid="_x0000_s1031" type="#_x0000_t202" style="position:absolute;margin-left:323.25pt;margin-top:267.6pt;width:67.7pt;height:17.65pt;z-index:25165414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" o:allowincell="f" strokeweight=".5pt">
              <v:shadow on="t" color="silver"/>
              <v:textbox style="mso-fit-shape-to-text:t" inset="1mm,1.2mm,1mm,1.2mm">
                <w:txbxContent>
                  <w:p w:rsidR="008D233C" w:rsidRPr="005D0996" w:rsidRDefault="008D233C" w:rsidP="005D0996">
                    <w:pPr>
                      <w:pStyle w:val="CUSTOMNormal"/>
                      <w:tabs>
                        <w:tab w:val="left" w:pos="392"/>
                      </w:tabs>
                      <w:jc w:val="center"/>
                      <w:rPr>
                        <w:sz w:val="18"/>
                        <w:szCs w:val="18"/>
                      </w:rPr>
                    </w:pPr>
                    <w:r>
                      <w:rPr>
                        <w:sz w:val="18"/>
                        <w:szCs w:val="18"/>
                      </w:rPr>
                      <w:t>Pos</w:t>
                    </w:r>
                    <w:r w:rsidRPr="005D0996">
                      <w:rPr>
                        <w:sz w:val="18"/>
                        <w:szCs w:val="18"/>
                      </w:rPr>
                      <w:t>terior view</w:t>
                    </w:r>
                  </w:p>
                </w:txbxContent>
              </v:textbox>
              <w10:wrap anchory="page"/>
              <w10:anchorlock/>
            </v:shape>
          </w:pict>
        </mc:Fallback>
      </mc:AlternateContent>
    </w:r>
    <w:r>
      <w:rPr>
        <w:noProof/>
        <w:lang w:eastAsia="en-GB"/>
      </w:rPr>
      <mc:AlternateContent>
        <mc:Choice Requires="wps">
          <w:drawing>
            <wp:anchor distT="45720" distB="45720" distL="114300" distR="114300" simplePos="0" relativeHeight="251653120" behindDoc="0" locked="1" layoutInCell="0" allowOverlap="1" wp14:anchorId="6FD7ECDA" wp14:editId="49A66B4B">
              <wp:simplePos x="0" y="0"/>
              <wp:positionH relativeFrom="column">
                <wp:posOffset>1552575</wp:posOffset>
              </wp:positionH>
              <wp:positionV relativeFrom="page">
                <wp:posOffset>3398520</wp:posOffset>
              </wp:positionV>
              <wp:extent cx="764540" cy="224155"/>
              <wp:effectExtent l="9525" t="7620" r="26035" b="25400"/>
              <wp:wrapNone/>
              <wp:docPr id="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4540" cy="224155"/>
                      </a:xfrm>
                      <a:prstGeom prst="rect">
                        <a:avLst/>
                      </a:prstGeom>
                      <a:solidFill>
                        <a:srgbClr val="FFFFFF"/>
                      </a:solidFill>
                      <a:ln w="6350">
                        <a:solidFill>
                          <a:srgbClr val="000000"/>
                        </a:solidFill>
                        <a:miter lim="800000"/>
                        <a:headEnd/>
                        <a:tailEnd/>
                      </a:ln>
                      <a:effectLst>
                        <a:outerShdw dist="35921" dir="2700000" algn="ctr" rotWithShape="0">
                          <a:srgbClr val="C0C0C0"/>
                        </a:outerShdw>
                      </a:effectLst>
                    </wps:spPr>
                    <wps:txbx>
                      <w:txbxContent>
                        <w:p w:rsidR="008D233C" w:rsidRPr="005D0996" w:rsidRDefault="008D233C" w:rsidP="005D0996">
                          <w:pPr>
                            <w:pStyle w:val="CUSTOMNormal"/>
                            <w:tabs>
                              <w:tab w:val="left" w:pos="392"/>
                            </w:tabs>
                            <w:jc w:val="center"/>
                            <w:rPr>
                              <w:sz w:val="18"/>
                              <w:szCs w:val="18"/>
                            </w:rPr>
                          </w:pPr>
                          <w:r w:rsidRPr="005D0996">
                            <w:rPr>
                              <w:sz w:val="18"/>
                              <w:szCs w:val="18"/>
                            </w:rPr>
                            <w:t>Anterior view</w:t>
                          </w:r>
                        </w:p>
                      </w:txbxContent>
                    </wps:txbx>
                    <wps:bodyPr rot="0" vert="horz" wrap="square" lIns="36000" tIns="43200" rIns="36000" bIns="4320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50" o:spid="_x0000_s1032" type="#_x0000_t202" style="position:absolute;margin-left:122.25pt;margin-top:267.6pt;width:60.2pt;height:17.6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" o:allowincell="f" strokeweight=".5pt">
              <v:shadow on="t" color="silver"/>
              <v:textbox style="mso-fit-shape-to-text:t" inset="1mm,1.2mm,1mm,1.2mm">
                <w:txbxContent>
                  <w:p w:rsidR="008D233C" w:rsidRPr="005D0996" w:rsidRDefault="008D233C" w:rsidP="005D0996">
                    <w:pPr>
                      <w:pStyle w:val="CUSTOMNormal"/>
                      <w:tabs>
                        <w:tab w:val="left" w:pos="392"/>
                      </w:tabs>
                      <w:jc w:val="center"/>
                      <w:rPr>
                        <w:sz w:val="18"/>
                        <w:szCs w:val="18"/>
                      </w:rPr>
                    </w:pPr>
                    <w:r w:rsidRPr="005D0996">
                      <w:rPr>
                        <w:sz w:val="18"/>
                        <w:szCs w:val="18"/>
                      </w:rPr>
                      <w:t>Anterior view</w:t>
                    </w:r>
                  </w:p>
                </w:txbxContent>
              </v:textbox>
              <w10:wrap anchory="page"/>
              <w10:anchorlock/>
            </v:shape>
          </w:pict>
        </mc:Fallback>
      </mc:AlternateContent>
    </w:r>
    <w:r>
      <w:rPr>
        <w:noProof/>
        <w:lang w:eastAsia="en-GB"/>
      </w:rPr>
      <mc:AlternateContent>
        <mc:Choice Requires="wps">
          <w:drawing>
            <wp:anchor distT="45720" distB="45720" distL="114300" distR="114300" simplePos="0" relativeHeight="251657216" behindDoc="1" locked="1" layoutInCell="1" allowOverlap="1" wp14:anchorId="106EFF14" wp14:editId="0D3C6C26">
              <wp:simplePos x="0" y="0"/>
              <wp:positionH relativeFrom="page">
                <wp:posOffset>539750</wp:posOffset>
              </wp:positionH>
              <wp:positionV relativeFrom="page">
                <wp:posOffset>10029825</wp:posOffset>
              </wp:positionV>
              <wp:extent cx="6480175" cy="288290"/>
              <wp:effectExtent l="0" t="0" r="0" b="0"/>
              <wp:wrapNone/>
              <wp:docPr id="1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233C" w:rsidRDefault="008D233C" w:rsidP="002E04BC">
                          <w:pPr>
                            <w:pStyle w:val="CUSTOMFooterAddress"/>
                          </w:pPr>
                          <w:r>
                            <w:t>Vascular Lab | Main Outpatients Building | Level 1 | Lewisham Hospital | SE13 6LH | Ext: 3425</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 o:spid="_x0000_s1033" type="#_x0000_t202" style="position:absolute;margin-left:42.5pt;margin-top:789.75pt;width:510.25pt;height:22.7pt;z-index:-25165926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" filled="f" stroked="f">
              <v:textbox inset="0,0,0,0">
                <w:txbxContent>
                  <w:p w:rsidR="008D233C" w:rsidRDefault="008D233C" w:rsidP="002E04BC">
                    <w:pPr>
                      <w:pStyle w:val="CUSTOMFooterAddress"/>
                    </w:pPr>
                    <w:r>
                      <w:t>Vascular Lab | Main Outpatients Building | Level 1 | Lewisham Hospital | SE13 6LH | Ext: 3425</w:t>
                    </w:r>
                  </w:p>
                </w:txbxContent>
              </v:textbox>
              <w10:wrap anchorx="page" anchory="page"/>
              <w10:anchorlock/>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C68BB"/>
    <w:multiLevelType w:val="hybridMultilevel"/>
    <w:tmpl w:val="FE769B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BCA3962"/>
    <w:multiLevelType w:val="hybridMultilevel"/>
    <w:tmpl w:val="496050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8193" style="mso-position-vertical-relative:page;mso-width-relative:margin;mso-height-relative:margin" o:allowincell="f" strokecolor="red">
      <v:stroke endarrow="block" color="red" weight=".5pt"/>
      <v:shadow color="silver"/>
      <v:textbox style="mso-fit-shape-to-text:t" inset="0,1.2mm,0,1.2mm"/>
      <o:colormru v:ext="edit" colors="#ddd,silver,#ade0f9,#679ad1"/>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6C8"/>
    <w:rsid w:val="000009C6"/>
    <w:rsid w:val="00002C57"/>
    <w:rsid w:val="00004989"/>
    <w:rsid w:val="00021342"/>
    <w:rsid w:val="0002322E"/>
    <w:rsid w:val="00030ECC"/>
    <w:rsid w:val="00031069"/>
    <w:rsid w:val="00033B0B"/>
    <w:rsid w:val="00041FD3"/>
    <w:rsid w:val="0006170F"/>
    <w:rsid w:val="00067354"/>
    <w:rsid w:val="00070AEC"/>
    <w:rsid w:val="00075B57"/>
    <w:rsid w:val="00077379"/>
    <w:rsid w:val="000A4C91"/>
    <w:rsid w:val="000B1F8C"/>
    <w:rsid w:val="000C302A"/>
    <w:rsid w:val="000C4B93"/>
    <w:rsid w:val="000D03AD"/>
    <w:rsid w:val="000D12F2"/>
    <w:rsid w:val="0012112F"/>
    <w:rsid w:val="00123164"/>
    <w:rsid w:val="00130369"/>
    <w:rsid w:val="0014708E"/>
    <w:rsid w:val="00156E8E"/>
    <w:rsid w:val="00186F8F"/>
    <w:rsid w:val="00191142"/>
    <w:rsid w:val="001A0E8C"/>
    <w:rsid w:val="001A1B5B"/>
    <w:rsid w:val="001A7AF4"/>
    <w:rsid w:val="001B713B"/>
    <w:rsid w:val="001C2A3A"/>
    <w:rsid w:val="001C3912"/>
    <w:rsid w:val="001F797D"/>
    <w:rsid w:val="00210977"/>
    <w:rsid w:val="00226007"/>
    <w:rsid w:val="00271691"/>
    <w:rsid w:val="002739C8"/>
    <w:rsid w:val="002743DA"/>
    <w:rsid w:val="002867C0"/>
    <w:rsid w:val="002932DD"/>
    <w:rsid w:val="002C6A41"/>
    <w:rsid w:val="002D4419"/>
    <w:rsid w:val="002D613D"/>
    <w:rsid w:val="002D7122"/>
    <w:rsid w:val="002E04BC"/>
    <w:rsid w:val="003234AA"/>
    <w:rsid w:val="00324212"/>
    <w:rsid w:val="003270E4"/>
    <w:rsid w:val="00344EE6"/>
    <w:rsid w:val="00352F64"/>
    <w:rsid w:val="00382C7D"/>
    <w:rsid w:val="00385FE2"/>
    <w:rsid w:val="003909B4"/>
    <w:rsid w:val="00394CF1"/>
    <w:rsid w:val="003A609C"/>
    <w:rsid w:val="003A6622"/>
    <w:rsid w:val="003E416A"/>
    <w:rsid w:val="00400383"/>
    <w:rsid w:val="00404107"/>
    <w:rsid w:val="00411FD4"/>
    <w:rsid w:val="004520A0"/>
    <w:rsid w:val="00477D62"/>
    <w:rsid w:val="004A3BCC"/>
    <w:rsid w:val="004B19B0"/>
    <w:rsid w:val="004C122B"/>
    <w:rsid w:val="004C256B"/>
    <w:rsid w:val="004E0025"/>
    <w:rsid w:val="004E3E95"/>
    <w:rsid w:val="004F4E3F"/>
    <w:rsid w:val="005060EC"/>
    <w:rsid w:val="00525F48"/>
    <w:rsid w:val="00543410"/>
    <w:rsid w:val="00543DEF"/>
    <w:rsid w:val="00552EAF"/>
    <w:rsid w:val="005534C2"/>
    <w:rsid w:val="005606F1"/>
    <w:rsid w:val="005748E3"/>
    <w:rsid w:val="00583D40"/>
    <w:rsid w:val="005947E5"/>
    <w:rsid w:val="00596D0F"/>
    <w:rsid w:val="005B6B7D"/>
    <w:rsid w:val="005C197D"/>
    <w:rsid w:val="005D0996"/>
    <w:rsid w:val="005D4909"/>
    <w:rsid w:val="005E594C"/>
    <w:rsid w:val="00624106"/>
    <w:rsid w:val="00632733"/>
    <w:rsid w:val="00644C5F"/>
    <w:rsid w:val="00661D13"/>
    <w:rsid w:val="0067732A"/>
    <w:rsid w:val="006A41AD"/>
    <w:rsid w:val="006C1CD1"/>
    <w:rsid w:val="006D2A35"/>
    <w:rsid w:val="006D3CE8"/>
    <w:rsid w:val="00701D82"/>
    <w:rsid w:val="007102C1"/>
    <w:rsid w:val="007112FB"/>
    <w:rsid w:val="007126C8"/>
    <w:rsid w:val="007533CC"/>
    <w:rsid w:val="007C5B1B"/>
    <w:rsid w:val="007E5FF0"/>
    <w:rsid w:val="00802E05"/>
    <w:rsid w:val="00803E28"/>
    <w:rsid w:val="00804042"/>
    <w:rsid w:val="00811182"/>
    <w:rsid w:val="00813362"/>
    <w:rsid w:val="00850CED"/>
    <w:rsid w:val="00854725"/>
    <w:rsid w:val="00862CBF"/>
    <w:rsid w:val="00880184"/>
    <w:rsid w:val="00893153"/>
    <w:rsid w:val="008B3BF4"/>
    <w:rsid w:val="008B3C2A"/>
    <w:rsid w:val="008C4F7F"/>
    <w:rsid w:val="008C67DE"/>
    <w:rsid w:val="008D233C"/>
    <w:rsid w:val="008E77CD"/>
    <w:rsid w:val="00907CF4"/>
    <w:rsid w:val="00923531"/>
    <w:rsid w:val="00924EB0"/>
    <w:rsid w:val="009350DF"/>
    <w:rsid w:val="00942505"/>
    <w:rsid w:val="00943CA7"/>
    <w:rsid w:val="00961297"/>
    <w:rsid w:val="00977A1C"/>
    <w:rsid w:val="00984A59"/>
    <w:rsid w:val="00992841"/>
    <w:rsid w:val="009A0ECB"/>
    <w:rsid w:val="009A3EEC"/>
    <w:rsid w:val="009A66B8"/>
    <w:rsid w:val="009C12E1"/>
    <w:rsid w:val="009D4370"/>
    <w:rsid w:val="009E0202"/>
    <w:rsid w:val="009F0327"/>
    <w:rsid w:val="009F19EF"/>
    <w:rsid w:val="009F70D4"/>
    <w:rsid w:val="00A04256"/>
    <w:rsid w:val="00A04910"/>
    <w:rsid w:val="00A078E6"/>
    <w:rsid w:val="00A2369C"/>
    <w:rsid w:val="00A3045E"/>
    <w:rsid w:val="00A43026"/>
    <w:rsid w:val="00A46516"/>
    <w:rsid w:val="00A62728"/>
    <w:rsid w:val="00A90B05"/>
    <w:rsid w:val="00A90F95"/>
    <w:rsid w:val="00AA0074"/>
    <w:rsid w:val="00AA2AD4"/>
    <w:rsid w:val="00AB09A7"/>
    <w:rsid w:val="00AB7058"/>
    <w:rsid w:val="00AC0857"/>
    <w:rsid w:val="00B03018"/>
    <w:rsid w:val="00B040FE"/>
    <w:rsid w:val="00B13FBA"/>
    <w:rsid w:val="00B14AFB"/>
    <w:rsid w:val="00B35F22"/>
    <w:rsid w:val="00B415C1"/>
    <w:rsid w:val="00B46E1E"/>
    <w:rsid w:val="00B734E8"/>
    <w:rsid w:val="00B8442D"/>
    <w:rsid w:val="00B87660"/>
    <w:rsid w:val="00BA0849"/>
    <w:rsid w:val="00BA480C"/>
    <w:rsid w:val="00BC2B3E"/>
    <w:rsid w:val="00BC5836"/>
    <w:rsid w:val="00C24FD1"/>
    <w:rsid w:val="00C2776E"/>
    <w:rsid w:val="00C36AA5"/>
    <w:rsid w:val="00C44E9D"/>
    <w:rsid w:val="00C64AE2"/>
    <w:rsid w:val="00C943BB"/>
    <w:rsid w:val="00CB3119"/>
    <w:rsid w:val="00D065FF"/>
    <w:rsid w:val="00D14AB1"/>
    <w:rsid w:val="00D254A0"/>
    <w:rsid w:val="00D35CC3"/>
    <w:rsid w:val="00D37604"/>
    <w:rsid w:val="00D86277"/>
    <w:rsid w:val="00D94904"/>
    <w:rsid w:val="00DC01AB"/>
    <w:rsid w:val="00DC5770"/>
    <w:rsid w:val="00DD0B20"/>
    <w:rsid w:val="00DF1DE9"/>
    <w:rsid w:val="00E32912"/>
    <w:rsid w:val="00E339E8"/>
    <w:rsid w:val="00E4100D"/>
    <w:rsid w:val="00E463E3"/>
    <w:rsid w:val="00E6169F"/>
    <w:rsid w:val="00E722DF"/>
    <w:rsid w:val="00E73447"/>
    <w:rsid w:val="00EA5C7C"/>
    <w:rsid w:val="00EB63F8"/>
    <w:rsid w:val="00ED45C7"/>
    <w:rsid w:val="00EF1C3B"/>
    <w:rsid w:val="00F028B5"/>
    <w:rsid w:val="00F02F77"/>
    <w:rsid w:val="00F071E8"/>
    <w:rsid w:val="00F16C76"/>
    <w:rsid w:val="00F3457B"/>
    <w:rsid w:val="00F3756B"/>
    <w:rsid w:val="00F959B6"/>
    <w:rsid w:val="00F97841"/>
    <w:rsid w:val="00FD5490"/>
    <w:rsid w:val="00FE14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style="mso-position-vertical-relative:page;mso-width-relative:margin;mso-height-relative:margin" o:allowincell="f" strokecolor="red">
      <v:stroke endarrow="block" color="red" weight=".5pt"/>
      <v:shadow color="silver"/>
      <v:textbox style="mso-fit-shape-to-text:t" inset="0,1.2mm,0,1.2mm"/>
      <o:colormru v:ext="edit" colors="#ddd,silver,#ade0f9,#679ad1"/>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Title" w:semiHidden="0" w:uiPriority="10" w:unhideWhenUsed="0" w:qFormat="1"/>
    <w:lsdException w:name="Default Paragraph Font" w:locked="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Table" w:locked="0"/>
    <w:lsdException w:name="No List" w:locked="0"/>
    <w:lsdException w:name="Table Grid" w:locked="0"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4BC"/>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locked/>
    <w:rsid w:val="005748E3"/>
    <w:pPr>
      <w:tabs>
        <w:tab w:val="center" w:pos="4513"/>
        <w:tab w:val="right" w:pos="9026"/>
      </w:tabs>
    </w:pPr>
  </w:style>
  <w:style w:type="character" w:customStyle="1" w:styleId="HeaderChar">
    <w:name w:val="Header Char"/>
    <w:link w:val="Header"/>
    <w:uiPriority w:val="99"/>
    <w:rsid w:val="005748E3"/>
    <w:rPr>
      <w:sz w:val="22"/>
      <w:szCs w:val="22"/>
      <w:lang w:eastAsia="en-US"/>
    </w:rPr>
  </w:style>
  <w:style w:type="paragraph" w:styleId="Footer">
    <w:name w:val="footer"/>
    <w:basedOn w:val="Normal"/>
    <w:link w:val="FooterChar"/>
    <w:uiPriority w:val="99"/>
    <w:unhideWhenUsed/>
    <w:locked/>
    <w:rsid w:val="005748E3"/>
    <w:pPr>
      <w:tabs>
        <w:tab w:val="center" w:pos="4513"/>
        <w:tab w:val="right" w:pos="9026"/>
      </w:tabs>
    </w:pPr>
  </w:style>
  <w:style w:type="character" w:customStyle="1" w:styleId="FooterChar">
    <w:name w:val="Footer Char"/>
    <w:link w:val="Footer"/>
    <w:uiPriority w:val="99"/>
    <w:rsid w:val="005748E3"/>
    <w:rPr>
      <w:sz w:val="22"/>
      <w:szCs w:val="22"/>
      <w:lang w:eastAsia="en-US"/>
    </w:rPr>
  </w:style>
  <w:style w:type="paragraph" w:customStyle="1" w:styleId="CUSTOMNormal">
    <w:name w:val="CUSTOM_Normal"/>
    <w:qFormat/>
    <w:rsid w:val="00DC01AB"/>
    <w:pPr>
      <w:suppressAutoHyphens/>
    </w:pPr>
    <w:rPr>
      <w:rFonts w:ascii="Arial" w:hAnsi="Arial"/>
      <w:kern w:val="12"/>
      <w:sz w:val="16"/>
      <w:szCs w:val="22"/>
      <w:lang w:eastAsia="en-US"/>
    </w:rPr>
  </w:style>
  <w:style w:type="paragraph" w:customStyle="1" w:styleId="CUSTOMFooterAddress">
    <w:name w:val="CUSTOM_Footer Address"/>
    <w:basedOn w:val="CUSTOMNormal"/>
    <w:qFormat/>
    <w:rsid w:val="002E04BC"/>
    <w:pPr>
      <w:jc w:val="center"/>
    </w:pPr>
    <w:rPr>
      <w:sz w:val="17"/>
    </w:rPr>
  </w:style>
  <w:style w:type="table" w:styleId="TableGrid">
    <w:name w:val="Table Grid"/>
    <w:basedOn w:val="TableNormal"/>
    <w:uiPriority w:val="39"/>
    <w:locked/>
    <w:rsid w:val="006241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USTOMBoldColumnHeading">
    <w:name w:val="CUSTOM_Bold Column Heading"/>
    <w:basedOn w:val="CUSTOMNormal"/>
    <w:next w:val="CUSTOMColumnText"/>
    <w:qFormat/>
    <w:rsid w:val="00DC01AB"/>
    <w:rPr>
      <w:b/>
      <w:sz w:val="18"/>
    </w:rPr>
  </w:style>
  <w:style w:type="paragraph" w:customStyle="1" w:styleId="CUSTOMHeaderText">
    <w:name w:val="CUSTOM_Header Text"/>
    <w:basedOn w:val="CUSTOMNormal"/>
    <w:qFormat/>
    <w:rsid w:val="00DC01AB"/>
  </w:style>
  <w:style w:type="paragraph" w:customStyle="1" w:styleId="CUSTOMColumnText">
    <w:name w:val="CUSTOM_Column Text"/>
    <w:basedOn w:val="CUSTOMHeaderText"/>
    <w:qFormat/>
    <w:rsid w:val="0012112F"/>
    <w:rPr>
      <w:sz w:val="18"/>
    </w:rPr>
  </w:style>
  <w:style w:type="paragraph" w:customStyle="1" w:styleId="CUSTOMIllustrativeContent">
    <w:name w:val="CUSTOM_Illustrative Content"/>
    <w:basedOn w:val="CUSTOMNormal"/>
    <w:qFormat/>
    <w:rsid w:val="00D065FF"/>
    <w:pPr>
      <w:jc w:val="center"/>
    </w:pPr>
  </w:style>
  <w:style w:type="paragraph" w:customStyle="1" w:styleId="CUSTOMHeaderSpacer">
    <w:name w:val="CUSTOM_Header Spacer"/>
    <w:basedOn w:val="Header"/>
    <w:qFormat/>
    <w:rsid w:val="00F97841"/>
    <w:pPr>
      <w:spacing w:after="1260"/>
    </w:pPr>
    <w:rPr>
      <w:rFonts w:ascii="Arial" w:hAnsi="Arial"/>
    </w:rPr>
  </w:style>
  <w:style w:type="paragraph" w:styleId="BalloonText">
    <w:name w:val="Balloon Text"/>
    <w:basedOn w:val="Normal"/>
    <w:link w:val="BalloonTextChar"/>
    <w:uiPriority w:val="99"/>
    <w:semiHidden/>
    <w:unhideWhenUsed/>
    <w:locked/>
    <w:rsid w:val="00D35CC3"/>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D35CC3"/>
    <w:rPr>
      <w:rFonts w:ascii="Segoe UI" w:hAnsi="Segoe UI" w:cs="Segoe U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Title" w:semiHidden="0" w:uiPriority="10" w:unhideWhenUsed="0" w:qFormat="1"/>
    <w:lsdException w:name="Default Paragraph Font" w:locked="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Table" w:locked="0"/>
    <w:lsdException w:name="No List" w:locked="0"/>
    <w:lsdException w:name="Table Grid" w:locked="0"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4BC"/>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locked/>
    <w:rsid w:val="005748E3"/>
    <w:pPr>
      <w:tabs>
        <w:tab w:val="center" w:pos="4513"/>
        <w:tab w:val="right" w:pos="9026"/>
      </w:tabs>
    </w:pPr>
  </w:style>
  <w:style w:type="character" w:customStyle="1" w:styleId="HeaderChar">
    <w:name w:val="Header Char"/>
    <w:link w:val="Header"/>
    <w:uiPriority w:val="99"/>
    <w:rsid w:val="005748E3"/>
    <w:rPr>
      <w:sz w:val="22"/>
      <w:szCs w:val="22"/>
      <w:lang w:eastAsia="en-US"/>
    </w:rPr>
  </w:style>
  <w:style w:type="paragraph" w:styleId="Footer">
    <w:name w:val="footer"/>
    <w:basedOn w:val="Normal"/>
    <w:link w:val="FooterChar"/>
    <w:uiPriority w:val="99"/>
    <w:unhideWhenUsed/>
    <w:locked/>
    <w:rsid w:val="005748E3"/>
    <w:pPr>
      <w:tabs>
        <w:tab w:val="center" w:pos="4513"/>
        <w:tab w:val="right" w:pos="9026"/>
      </w:tabs>
    </w:pPr>
  </w:style>
  <w:style w:type="character" w:customStyle="1" w:styleId="FooterChar">
    <w:name w:val="Footer Char"/>
    <w:link w:val="Footer"/>
    <w:uiPriority w:val="99"/>
    <w:rsid w:val="005748E3"/>
    <w:rPr>
      <w:sz w:val="22"/>
      <w:szCs w:val="22"/>
      <w:lang w:eastAsia="en-US"/>
    </w:rPr>
  </w:style>
  <w:style w:type="paragraph" w:customStyle="1" w:styleId="CUSTOMNormal">
    <w:name w:val="CUSTOM_Normal"/>
    <w:qFormat/>
    <w:rsid w:val="00DC01AB"/>
    <w:pPr>
      <w:suppressAutoHyphens/>
    </w:pPr>
    <w:rPr>
      <w:rFonts w:ascii="Arial" w:hAnsi="Arial"/>
      <w:kern w:val="12"/>
      <w:sz w:val="16"/>
      <w:szCs w:val="22"/>
      <w:lang w:eastAsia="en-US"/>
    </w:rPr>
  </w:style>
  <w:style w:type="paragraph" w:customStyle="1" w:styleId="CUSTOMFooterAddress">
    <w:name w:val="CUSTOM_Footer Address"/>
    <w:basedOn w:val="CUSTOMNormal"/>
    <w:qFormat/>
    <w:rsid w:val="002E04BC"/>
    <w:pPr>
      <w:jc w:val="center"/>
    </w:pPr>
    <w:rPr>
      <w:sz w:val="17"/>
    </w:rPr>
  </w:style>
  <w:style w:type="table" w:styleId="TableGrid">
    <w:name w:val="Table Grid"/>
    <w:basedOn w:val="TableNormal"/>
    <w:uiPriority w:val="39"/>
    <w:locked/>
    <w:rsid w:val="006241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USTOMBoldColumnHeading">
    <w:name w:val="CUSTOM_Bold Column Heading"/>
    <w:basedOn w:val="CUSTOMNormal"/>
    <w:next w:val="CUSTOMColumnText"/>
    <w:qFormat/>
    <w:rsid w:val="00DC01AB"/>
    <w:rPr>
      <w:b/>
      <w:sz w:val="18"/>
    </w:rPr>
  </w:style>
  <w:style w:type="paragraph" w:customStyle="1" w:styleId="CUSTOMHeaderText">
    <w:name w:val="CUSTOM_Header Text"/>
    <w:basedOn w:val="CUSTOMNormal"/>
    <w:qFormat/>
    <w:rsid w:val="00DC01AB"/>
  </w:style>
  <w:style w:type="paragraph" w:customStyle="1" w:styleId="CUSTOMColumnText">
    <w:name w:val="CUSTOM_Column Text"/>
    <w:basedOn w:val="CUSTOMHeaderText"/>
    <w:qFormat/>
    <w:rsid w:val="0012112F"/>
    <w:rPr>
      <w:sz w:val="18"/>
    </w:rPr>
  </w:style>
  <w:style w:type="paragraph" w:customStyle="1" w:styleId="CUSTOMIllustrativeContent">
    <w:name w:val="CUSTOM_Illustrative Content"/>
    <w:basedOn w:val="CUSTOMNormal"/>
    <w:qFormat/>
    <w:rsid w:val="00D065FF"/>
    <w:pPr>
      <w:jc w:val="center"/>
    </w:pPr>
  </w:style>
  <w:style w:type="paragraph" w:customStyle="1" w:styleId="CUSTOMHeaderSpacer">
    <w:name w:val="CUSTOM_Header Spacer"/>
    <w:basedOn w:val="Header"/>
    <w:qFormat/>
    <w:rsid w:val="00F97841"/>
    <w:pPr>
      <w:spacing w:after="1260"/>
    </w:pPr>
    <w:rPr>
      <w:rFonts w:ascii="Arial" w:hAnsi="Arial"/>
    </w:rPr>
  </w:style>
  <w:style w:type="paragraph" w:styleId="BalloonText">
    <w:name w:val="Balloon Text"/>
    <w:basedOn w:val="Normal"/>
    <w:link w:val="BalloonTextChar"/>
    <w:uiPriority w:val="99"/>
    <w:semiHidden/>
    <w:unhideWhenUsed/>
    <w:locked/>
    <w:rsid w:val="00D35CC3"/>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D35CC3"/>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5.emf"/></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 Id="rId5" Type="http://schemas.openxmlformats.org/officeDocument/2006/relationships/image" Target="media/image5.emf"/><Relationship Id="rId4" Type="http://schemas.openxmlformats.org/officeDocument/2006/relationships/image" Target="media/image4.emf"/></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 Id="rId5" Type="http://schemas.openxmlformats.org/officeDocument/2006/relationships/image" Target="media/image6.png"/><Relationship Id="rId4"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surefw0.UHL\AppData\Local\Microsoft\Windows\Temporary%20Internet%20Files\Content.IE5\EY2VVZ57\Lower%20Limb%20Venous%20Insufficiency%20scan%20_%20Both%20_%20Norm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Lower Limb Venous Insufficiency scan _ Both _ Normal</Template>
  <TotalTime>124</TotalTime>
  <Pages>2</Pages>
  <Words>293</Words>
  <Characters>1675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Lewisham Hospital</Company>
  <LinksUpToDate>false</LinksUpToDate>
  <CharactersWithSpaces>1965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Waldegrave</dc:creator>
  <cp:lastModifiedBy>Daniel.Sims</cp:lastModifiedBy>
  <cp:revision>3</cp:revision>
  <cp:lastPrinted>2019-09-23T13:31:00Z</cp:lastPrinted>
  <dcterms:created xsi:type="dcterms:W3CDTF">2019-09-23T11:05:00Z</dcterms:created>
  <dcterms:modified xsi:type="dcterms:W3CDTF">2019-09-23T15:09:00Z</dcterms:modified>
</cp:coreProperties>
</file>